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02A7" w:rsidRDefault="00CA02A7" w:rsidP="009C0DD2">
      <w:pPr>
        <w:rPr>
          <w:b/>
          <w:bCs/>
        </w:rPr>
      </w:pPr>
      <w:r>
        <w:rPr>
          <w:b/>
          <w:bCs/>
        </w:rPr>
        <w:t>Prot.n. 3814/C40 del 23 maggio 2015</w:t>
      </w:r>
    </w:p>
    <w:p w:rsidR="00CA02A7" w:rsidRDefault="00CA02A7" w:rsidP="00074601">
      <w:pPr>
        <w:jc w:val="center"/>
        <w:rPr>
          <w:b/>
          <w:bCs/>
        </w:rPr>
      </w:pPr>
      <w:r w:rsidRPr="00DA33F1">
        <w:rPr>
          <w:b/>
          <w:bCs/>
        </w:rPr>
        <w:t>Graduatori</w:t>
      </w:r>
      <w:r>
        <w:rPr>
          <w:b/>
          <w:bCs/>
        </w:rPr>
        <w:t>a</w:t>
      </w:r>
      <w:r w:rsidRPr="00DA33F1">
        <w:rPr>
          <w:b/>
          <w:bCs/>
        </w:rPr>
        <w:t xml:space="preserve"> provvisori</w:t>
      </w:r>
      <w:r>
        <w:rPr>
          <w:b/>
          <w:bCs/>
        </w:rPr>
        <w:t>a</w:t>
      </w:r>
      <w:r w:rsidRPr="00DA33F1">
        <w:rPr>
          <w:b/>
          <w:bCs/>
        </w:rPr>
        <w:t xml:space="preserve"> </w:t>
      </w:r>
      <w:r>
        <w:rPr>
          <w:b/>
          <w:bCs/>
        </w:rPr>
        <w:t xml:space="preserve">tutor </w:t>
      </w:r>
      <w:r w:rsidRPr="00765BDB">
        <w:rPr>
          <w:b/>
          <w:bCs/>
        </w:rPr>
        <w:t xml:space="preserve">logistico/organizzativo </w:t>
      </w:r>
      <w:r>
        <w:rPr>
          <w:b/>
          <w:bCs/>
        </w:rPr>
        <w:t>PROFILO B</w:t>
      </w:r>
    </w:p>
    <w:p w:rsidR="00CA02A7" w:rsidRPr="00DA33F1" w:rsidRDefault="00CA02A7" w:rsidP="00D90E34">
      <w:pPr>
        <w:jc w:val="center"/>
        <w:rPr>
          <w:b/>
          <w:bCs/>
        </w:rPr>
      </w:pPr>
      <w:r w:rsidRPr="00DA33F1">
        <w:rPr>
          <w:b/>
          <w:bCs/>
        </w:rPr>
        <w:t>relativ</w:t>
      </w:r>
      <w:r>
        <w:rPr>
          <w:b/>
          <w:bCs/>
        </w:rPr>
        <w:t>a</w:t>
      </w:r>
      <w:r w:rsidRPr="00DA33F1">
        <w:rPr>
          <w:b/>
          <w:bCs/>
        </w:rPr>
        <w:t xml:space="preserve"> al bando prot.n. 3</w:t>
      </w:r>
      <w:r>
        <w:rPr>
          <w:b/>
          <w:bCs/>
        </w:rPr>
        <w:t>464</w:t>
      </w:r>
      <w:r w:rsidRPr="00DA33F1">
        <w:rPr>
          <w:b/>
          <w:bCs/>
        </w:rPr>
        <w:t xml:space="preserve">/C40 del </w:t>
      </w:r>
      <w:r>
        <w:rPr>
          <w:b/>
          <w:bCs/>
        </w:rPr>
        <w:t>1</w:t>
      </w:r>
      <w:r w:rsidRPr="00DA33F1">
        <w:rPr>
          <w:b/>
          <w:bCs/>
        </w:rPr>
        <w:t>1.0</w:t>
      </w:r>
      <w:r>
        <w:rPr>
          <w:b/>
          <w:bCs/>
        </w:rPr>
        <w:t>5</w:t>
      </w:r>
      <w:r w:rsidRPr="00DA33F1">
        <w:rPr>
          <w:b/>
          <w:bCs/>
        </w:rPr>
        <w:t>.2015</w:t>
      </w:r>
    </w:p>
    <w:p w:rsidR="00CA02A7" w:rsidRPr="001D22FF" w:rsidRDefault="00CA02A7" w:rsidP="00074601">
      <w:pPr>
        <w:jc w:val="center"/>
        <w:rPr>
          <w:rFonts w:ascii="Verdana" w:hAnsi="Verdana" w:cs="Verdana"/>
        </w:rPr>
      </w:pPr>
      <w:r w:rsidRPr="001D22FF">
        <w:t>Prog.</w:t>
      </w:r>
      <w:r w:rsidRPr="001D22FF">
        <w:rPr>
          <w:rFonts w:ascii="Verdana" w:hAnsi="Verdana" w:cs="Verdana"/>
        </w:rPr>
        <w:t xml:space="preserve"> C-5-FSEPAC_POR_CAMPANIA-2013-180</w:t>
      </w:r>
    </w:p>
    <w:p w:rsidR="00CA02A7" w:rsidRPr="009C0DD2" w:rsidRDefault="00CA02A7" w:rsidP="00074601">
      <w:pPr>
        <w:jc w:val="center"/>
        <w:rPr>
          <w:rFonts w:ascii="Verdana" w:hAnsi="Verdana" w:cs="Verdana"/>
        </w:rPr>
      </w:pPr>
      <w:r w:rsidRPr="001D22FF">
        <w:rPr>
          <w:rFonts w:ascii="Verdana" w:hAnsi="Verdana" w:cs="Verdana"/>
        </w:rPr>
        <w:t xml:space="preserve"> </w:t>
      </w:r>
      <w:r w:rsidRPr="009C0DD2">
        <w:rPr>
          <w:rFonts w:ascii="Verdana" w:hAnsi="Verdana" w:cs="Verdana"/>
        </w:rPr>
        <w:t>“La ricerca come risorsa”</w:t>
      </w:r>
    </w:p>
    <w:p w:rsidR="00CA02A7" w:rsidRDefault="00CA02A7" w:rsidP="00074601">
      <w:pPr>
        <w:jc w:val="right"/>
        <w:rPr>
          <w:rFonts w:ascii="Verdana" w:hAnsi="Verdana" w:cs="Verdana"/>
          <w:sz w:val="20"/>
          <w:szCs w:val="20"/>
        </w:rPr>
      </w:pPr>
    </w:p>
    <w:tbl>
      <w:tblPr>
        <w:tblpPr w:leftFromText="141" w:rightFromText="141" w:vertAnchor="text" w:horzAnchor="page" w:tblpX="493" w:tblpY="32"/>
        <w:tblW w:w="143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70"/>
        <w:gridCol w:w="1148"/>
        <w:gridCol w:w="851"/>
        <w:gridCol w:w="5670"/>
        <w:gridCol w:w="4111"/>
        <w:gridCol w:w="1178"/>
      </w:tblGrid>
      <w:tr w:rsidR="00CA02A7" w:rsidRPr="00074601">
        <w:trPr>
          <w:trHeight w:val="1480"/>
        </w:trPr>
        <w:tc>
          <w:tcPr>
            <w:tcW w:w="1370" w:type="dxa"/>
          </w:tcPr>
          <w:p w:rsidR="00CA02A7" w:rsidRPr="00121245" w:rsidRDefault="00CA02A7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docente</w:t>
            </w:r>
          </w:p>
        </w:tc>
        <w:tc>
          <w:tcPr>
            <w:tcW w:w="1148" w:type="dxa"/>
          </w:tcPr>
          <w:p w:rsidR="00CA02A7" w:rsidRPr="00121245" w:rsidRDefault="00CA02A7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Diploma di laurea</w:t>
            </w:r>
          </w:p>
        </w:tc>
        <w:tc>
          <w:tcPr>
            <w:tcW w:w="851" w:type="dxa"/>
          </w:tcPr>
          <w:p w:rsidR="00CA02A7" w:rsidRPr="00121245" w:rsidRDefault="00CA02A7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Altra laurea</w:t>
            </w:r>
          </w:p>
        </w:tc>
        <w:tc>
          <w:tcPr>
            <w:tcW w:w="5670" w:type="dxa"/>
          </w:tcPr>
          <w:p w:rsidR="00CA02A7" w:rsidRPr="00121245" w:rsidRDefault="00CA02A7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Esperienze professionali pregresse</w:t>
            </w:r>
          </w:p>
          <w:p w:rsidR="00CA02A7" w:rsidRDefault="00CA02A7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Facilitatore/valutatore/tutor </w:t>
            </w:r>
            <w:r w:rsidRPr="0096385D">
              <w:rPr>
                <w:rFonts w:ascii="Verdana" w:hAnsi="Verdana" w:cs="Verdana"/>
                <w:sz w:val="20"/>
                <w:szCs w:val="20"/>
              </w:rPr>
              <w:t>organizzativo</w:t>
            </w:r>
            <w:r>
              <w:rPr>
                <w:rFonts w:ascii="Verdana" w:hAnsi="Verdana" w:cs="Verdana"/>
                <w:sz w:val="20"/>
                <w:szCs w:val="20"/>
              </w:rPr>
              <w:t>/</w:t>
            </w:r>
            <w:r w:rsidRPr="0096385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21245">
              <w:rPr>
                <w:rFonts w:ascii="Verdana" w:hAnsi="Verdana" w:cs="Verdana"/>
                <w:sz w:val="20"/>
                <w:szCs w:val="20"/>
              </w:rPr>
              <w:t>collaudatore/attività di supporto tecnico-amm.vo in progetti POR-PON</w:t>
            </w:r>
          </w:p>
          <w:p w:rsidR="00CA02A7" w:rsidRPr="00121245" w:rsidRDefault="00CA02A7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p.2 per ogni esperienza, max p.20</w:t>
            </w:r>
          </w:p>
        </w:tc>
        <w:tc>
          <w:tcPr>
            <w:tcW w:w="4111" w:type="dxa"/>
          </w:tcPr>
          <w:p w:rsidR="00CA02A7" w:rsidRPr="00121245" w:rsidRDefault="00CA02A7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Certificazioni informatiche</w:t>
            </w:r>
          </w:p>
          <w:p w:rsidR="00CA02A7" w:rsidRDefault="00CA02A7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DD2">
              <w:rPr>
                <w:rFonts w:ascii="Verdana" w:hAnsi="Verdana" w:cs="Verdana"/>
                <w:sz w:val="20"/>
                <w:szCs w:val="20"/>
              </w:rPr>
              <w:t>ECDL-EIPASS-EUCIP-IC3-MOUS-CISCO-MICROSOFT</w:t>
            </w:r>
          </w:p>
          <w:p w:rsidR="00CA02A7" w:rsidRPr="009C0DD2" w:rsidRDefault="00CA02A7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p.1 per ogni attestato, max 5</w:t>
            </w:r>
            <w:r w:rsidRPr="009C0DD2">
              <w:rPr>
                <w:rFonts w:ascii="Verdana" w:hAnsi="Verdana" w:cs="Verdana"/>
                <w:sz w:val="20"/>
                <w:szCs w:val="20"/>
              </w:rPr>
              <w:t xml:space="preserve">   </w:t>
            </w:r>
          </w:p>
        </w:tc>
        <w:tc>
          <w:tcPr>
            <w:tcW w:w="1178" w:type="dxa"/>
          </w:tcPr>
          <w:p w:rsidR="00CA02A7" w:rsidRPr="00121245" w:rsidRDefault="00CA02A7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totale</w:t>
            </w:r>
          </w:p>
        </w:tc>
      </w:tr>
      <w:tr w:rsidR="00CA02A7" w:rsidRPr="00074601">
        <w:trPr>
          <w:trHeight w:val="55"/>
        </w:trPr>
        <w:tc>
          <w:tcPr>
            <w:tcW w:w="1370" w:type="dxa"/>
          </w:tcPr>
          <w:p w:rsidR="00CA02A7" w:rsidRDefault="00CA02A7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Scotto di Clemente Lucia</w:t>
            </w:r>
          </w:p>
        </w:tc>
        <w:tc>
          <w:tcPr>
            <w:tcW w:w="1148" w:type="dxa"/>
          </w:tcPr>
          <w:p w:rsidR="00CA02A7" w:rsidRPr="009C0DD2" w:rsidRDefault="00CA02A7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CA02A7" w:rsidRPr="009C0DD2" w:rsidRDefault="00CA02A7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CA02A7" w:rsidRPr="009C0DD2" w:rsidRDefault="00CA02A7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CA02A7" w:rsidRPr="009C0DD2" w:rsidRDefault="00CA02A7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1178" w:type="dxa"/>
          </w:tcPr>
          <w:p w:rsidR="00CA02A7" w:rsidRPr="009C0DD2" w:rsidRDefault="00CA02A7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bookmarkStart w:id="0" w:name="_GoBack"/>
            <w:bookmarkEnd w:id="0"/>
            <w:r>
              <w:rPr>
                <w:rFonts w:ascii="Verdana" w:hAnsi="Verdana" w:cs="Verdana"/>
                <w:sz w:val="20"/>
                <w:szCs w:val="20"/>
              </w:rPr>
              <w:t>12</w:t>
            </w:r>
          </w:p>
        </w:tc>
      </w:tr>
      <w:tr w:rsidR="00CA02A7" w:rsidRPr="00074601">
        <w:trPr>
          <w:trHeight w:val="49"/>
        </w:trPr>
        <w:tc>
          <w:tcPr>
            <w:tcW w:w="1370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D’Amato Angelina</w:t>
            </w:r>
          </w:p>
        </w:tc>
        <w:tc>
          <w:tcPr>
            <w:tcW w:w="1148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6,10</w:t>
            </w:r>
          </w:p>
        </w:tc>
        <w:tc>
          <w:tcPr>
            <w:tcW w:w="851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CA02A7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78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8,10</w:t>
            </w:r>
          </w:p>
        </w:tc>
      </w:tr>
      <w:tr w:rsidR="00CA02A7" w:rsidRPr="00074601">
        <w:trPr>
          <w:trHeight w:val="49"/>
        </w:trPr>
        <w:tc>
          <w:tcPr>
            <w:tcW w:w="1370" w:type="dxa"/>
          </w:tcPr>
          <w:p w:rsidR="00CA02A7" w:rsidRDefault="00CA02A7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De Santis Carmen</w:t>
            </w:r>
          </w:p>
        </w:tc>
        <w:tc>
          <w:tcPr>
            <w:tcW w:w="1148" w:type="dxa"/>
          </w:tcPr>
          <w:p w:rsidR="00CA02A7" w:rsidRPr="009C0DD2" w:rsidRDefault="00CA02A7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6,10</w:t>
            </w:r>
          </w:p>
        </w:tc>
        <w:tc>
          <w:tcPr>
            <w:tcW w:w="851" w:type="dxa"/>
          </w:tcPr>
          <w:p w:rsidR="00CA02A7" w:rsidRPr="009C0DD2" w:rsidRDefault="00CA02A7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CA02A7" w:rsidRPr="009C0DD2" w:rsidRDefault="00CA02A7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CA02A7" w:rsidRPr="009C0DD2" w:rsidRDefault="00CA02A7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78" w:type="dxa"/>
          </w:tcPr>
          <w:p w:rsidR="00CA02A7" w:rsidRPr="009C0DD2" w:rsidRDefault="00CA02A7" w:rsidP="0012124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6,10</w:t>
            </w:r>
          </w:p>
        </w:tc>
      </w:tr>
      <w:tr w:rsidR="00CA02A7" w:rsidRPr="00074601">
        <w:trPr>
          <w:trHeight w:val="55"/>
        </w:trPr>
        <w:tc>
          <w:tcPr>
            <w:tcW w:w="1370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Piano Maria Letizia</w:t>
            </w:r>
          </w:p>
        </w:tc>
        <w:tc>
          <w:tcPr>
            <w:tcW w:w="1148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4,90</w:t>
            </w:r>
          </w:p>
        </w:tc>
        <w:tc>
          <w:tcPr>
            <w:tcW w:w="851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178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4,90</w:t>
            </w:r>
          </w:p>
        </w:tc>
      </w:tr>
    </w:tbl>
    <w:p w:rsidR="00CA02A7" w:rsidRPr="009C0DD2" w:rsidRDefault="00CA02A7" w:rsidP="00074601">
      <w:pPr>
        <w:jc w:val="right"/>
        <w:rPr>
          <w:rFonts w:ascii="Verdana" w:hAnsi="Verdana" w:cs="Verdana"/>
          <w:sz w:val="20"/>
          <w:szCs w:val="20"/>
        </w:rPr>
      </w:pPr>
    </w:p>
    <w:p w:rsidR="00CA02A7" w:rsidRPr="009C0DD2" w:rsidRDefault="00CA02A7"/>
    <w:p w:rsidR="00CA02A7" w:rsidRPr="009C0DD2" w:rsidRDefault="00CA02A7"/>
    <w:p w:rsidR="00CA02A7" w:rsidRPr="009C0DD2" w:rsidRDefault="00CA02A7"/>
    <w:p w:rsidR="00CA02A7" w:rsidRPr="009C0DD2" w:rsidRDefault="00CA02A7"/>
    <w:p w:rsidR="00CA02A7" w:rsidRPr="009C0DD2" w:rsidRDefault="00CA02A7"/>
    <w:p w:rsidR="00CA02A7" w:rsidRPr="009C0DD2" w:rsidRDefault="00CA02A7"/>
    <w:p w:rsidR="00CA02A7" w:rsidRPr="009C0DD2" w:rsidRDefault="00CA02A7"/>
    <w:p w:rsidR="00CA02A7" w:rsidRPr="009C0DD2" w:rsidRDefault="00CA02A7"/>
    <w:p w:rsidR="00CA02A7" w:rsidRPr="009C0DD2" w:rsidRDefault="00CA02A7"/>
    <w:p w:rsidR="00CA02A7" w:rsidRPr="009C0DD2" w:rsidRDefault="00CA02A7"/>
    <w:p w:rsidR="00CA02A7" w:rsidRPr="009C0DD2" w:rsidRDefault="00CA02A7"/>
    <w:p w:rsidR="00CA02A7" w:rsidRPr="00765BDB" w:rsidRDefault="00CA02A7"/>
    <w:p w:rsidR="00CA02A7" w:rsidRPr="00765BDB" w:rsidRDefault="00CA02A7"/>
    <w:p w:rsidR="00CA02A7" w:rsidRPr="00765BDB" w:rsidRDefault="00CA02A7"/>
    <w:p w:rsidR="00CA02A7" w:rsidRPr="00765BDB" w:rsidRDefault="00CA02A7"/>
    <w:p w:rsidR="00CA02A7" w:rsidRPr="00765BDB" w:rsidRDefault="00CA02A7"/>
    <w:p w:rsidR="00CA02A7" w:rsidRPr="00765BDB" w:rsidRDefault="00CA02A7"/>
    <w:tbl>
      <w:tblPr>
        <w:tblpPr w:leftFromText="141" w:rightFromText="141" w:vertAnchor="text" w:horzAnchor="page" w:tblpX="388" w:tblpYSpec="inside"/>
        <w:tblW w:w="146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8"/>
        <w:gridCol w:w="1640"/>
        <w:gridCol w:w="1216"/>
        <w:gridCol w:w="2025"/>
        <w:gridCol w:w="3901"/>
        <w:gridCol w:w="2805"/>
        <w:gridCol w:w="1097"/>
      </w:tblGrid>
      <w:tr w:rsidR="00CA02A7" w:rsidRPr="00765BDB">
        <w:trPr>
          <w:trHeight w:val="1398"/>
        </w:trPr>
        <w:tc>
          <w:tcPr>
            <w:tcW w:w="1958" w:type="dxa"/>
          </w:tcPr>
          <w:p w:rsidR="00CA02A7" w:rsidRPr="00121245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Assistente amministrativo</w:t>
            </w:r>
          </w:p>
        </w:tc>
        <w:tc>
          <w:tcPr>
            <w:tcW w:w="1640" w:type="dxa"/>
          </w:tcPr>
          <w:p w:rsidR="00CA02A7" w:rsidRPr="00121245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Diploma di istruzione secondaria di II grado</w:t>
            </w:r>
          </w:p>
        </w:tc>
        <w:tc>
          <w:tcPr>
            <w:tcW w:w="1216" w:type="dxa"/>
          </w:tcPr>
          <w:p w:rsidR="00CA02A7" w:rsidRPr="00121245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 xml:space="preserve">Diploma di laurea </w:t>
            </w:r>
          </w:p>
        </w:tc>
        <w:tc>
          <w:tcPr>
            <w:tcW w:w="2025" w:type="dxa"/>
          </w:tcPr>
          <w:p w:rsidR="00CA02A7" w:rsidRPr="00121245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Altro diploma di scuola secondaria di II grado</w:t>
            </w:r>
          </w:p>
        </w:tc>
        <w:tc>
          <w:tcPr>
            <w:tcW w:w="3901" w:type="dxa"/>
          </w:tcPr>
          <w:p w:rsidR="00CA02A7" w:rsidRPr="00121245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Esperienze professionali pregresse</w:t>
            </w:r>
          </w:p>
          <w:p w:rsidR="00CA02A7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 xml:space="preserve">Facilitatore/valutatore/tutor </w:t>
            </w:r>
            <w:r w:rsidRPr="0096385D">
              <w:rPr>
                <w:rFonts w:ascii="Verdana" w:hAnsi="Verdana" w:cs="Verdana"/>
                <w:sz w:val="20"/>
                <w:szCs w:val="20"/>
              </w:rPr>
              <w:t xml:space="preserve"> organizzativo </w:t>
            </w:r>
            <w:r w:rsidRPr="00121245">
              <w:rPr>
                <w:rFonts w:ascii="Verdana" w:hAnsi="Verdana" w:cs="Verdana"/>
                <w:sz w:val="20"/>
                <w:szCs w:val="20"/>
              </w:rPr>
              <w:t>/collaudatore/attività di supporto tecnico-amm.vo in progetti POR-PON</w:t>
            </w:r>
          </w:p>
          <w:p w:rsidR="00CA02A7" w:rsidRPr="00121245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p.2 per ogni esperienza, max p.20</w:t>
            </w:r>
          </w:p>
        </w:tc>
        <w:tc>
          <w:tcPr>
            <w:tcW w:w="2805" w:type="dxa"/>
          </w:tcPr>
          <w:p w:rsidR="00CA02A7" w:rsidRPr="00121245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Certificazioni informatiche</w:t>
            </w:r>
          </w:p>
          <w:p w:rsidR="00CA02A7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ECDL-EIPASS-EUCIP-IC3-MOUS-CISCO-MICROSOFT</w:t>
            </w:r>
          </w:p>
          <w:p w:rsidR="00CA02A7" w:rsidRPr="00121245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p.1 per ogni attestato, max 5</w:t>
            </w:r>
            <w:r w:rsidRPr="009C0DD2">
              <w:rPr>
                <w:rFonts w:ascii="Verdana" w:hAnsi="Verdana" w:cs="Verdana"/>
                <w:sz w:val="20"/>
                <w:szCs w:val="20"/>
              </w:rPr>
              <w:t xml:space="preserve">  </w:t>
            </w:r>
            <w:r w:rsidRPr="00121245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097" w:type="dxa"/>
          </w:tcPr>
          <w:p w:rsidR="00CA02A7" w:rsidRPr="00121245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totale</w:t>
            </w:r>
          </w:p>
        </w:tc>
      </w:tr>
      <w:tr w:rsidR="00CA02A7" w:rsidRPr="00765BDB">
        <w:trPr>
          <w:trHeight w:val="46"/>
        </w:trPr>
        <w:tc>
          <w:tcPr>
            <w:tcW w:w="1958" w:type="dxa"/>
          </w:tcPr>
          <w:p w:rsidR="00CA02A7" w:rsidRPr="00121245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Cusimano Elena</w:t>
            </w:r>
          </w:p>
        </w:tc>
        <w:tc>
          <w:tcPr>
            <w:tcW w:w="1640" w:type="dxa"/>
          </w:tcPr>
          <w:p w:rsidR="00CA02A7" w:rsidRPr="00121245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1216" w:type="dxa"/>
          </w:tcPr>
          <w:p w:rsidR="00CA02A7" w:rsidRPr="00121245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025" w:type="dxa"/>
          </w:tcPr>
          <w:p w:rsidR="00CA02A7" w:rsidRPr="00121245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901" w:type="dxa"/>
          </w:tcPr>
          <w:p w:rsidR="00CA02A7" w:rsidRPr="00121245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805" w:type="dxa"/>
          </w:tcPr>
          <w:p w:rsidR="00CA02A7" w:rsidRPr="00121245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1097" w:type="dxa"/>
          </w:tcPr>
          <w:p w:rsidR="00CA02A7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15</w:t>
            </w:r>
          </w:p>
        </w:tc>
      </w:tr>
      <w:tr w:rsidR="00CA02A7" w:rsidRPr="00765BDB">
        <w:trPr>
          <w:trHeight w:val="52"/>
        </w:trPr>
        <w:tc>
          <w:tcPr>
            <w:tcW w:w="1958" w:type="dxa"/>
          </w:tcPr>
          <w:p w:rsidR="00CA02A7" w:rsidRPr="00121245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Romagnuolo Maria Rosaria</w:t>
            </w:r>
          </w:p>
        </w:tc>
        <w:tc>
          <w:tcPr>
            <w:tcW w:w="1640" w:type="dxa"/>
          </w:tcPr>
          <w:p w:rsidR="00CA02A7" w:rsidRPr="00121245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4.99</w:t>
            </w:r>
          </w:p>
        </w:tc>
        <w:tc>
          <w:tcPr>
            <w:tcW w:w="1216" w:type="dxa"/>
          </w:tcPr>
          <w:p w:rsidR="00CA02A7" w:rsidRPr="00121245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025" w:type="dxa"/>
          </w:tcPr>
          <w:p w:rsidR="00CA02A7" w:rsidRPr="00121245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901" w:type="dxa"/>
          </w:tcPr>
          <w:p w:rsidR="00CA02A7" w:rsidRPr="00121245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805" w:type="dxa"/>
          </w:tcPr>
          <w:p w:rsidR="00CA02A7" w:rsidRPr="00121245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1097" w:type="dxa"/>
          </w:tcPr>
          <w:p w:rsidR="00CA02A7" w:rsidRDefault="00CA02A7" w:rsidP="00D90E34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12,99</w:t>
            </w:r>
          </w:p>
        </w:tc>
      </w:tr>
    </w:tbl>
    <w:p w:rsidR="00CA02A7" w:rsidRPr="00765BDB" w:rsidRDefault="00CA02A7"/>
    <w:p w:rsidR="00CA02A7" w:rsidRDefault="00CA02A7" w:rsidP="003009F1">
      <w:pPr>
        <w:jc w:val="center"/>
        <w:rPr>
          <w:b/>
          <w:bCs/>
        </w:rPr>
      </w:pPr>
    </w:p>
    <w:p w:rsidR="00CA02A7" w:rsidRDefault="00CA02A7" w:rsidP="003009F1">
      <w:pPr>
        <w:jc w:val="center"/>
        <w:rPr>
          <w:b/>
          <w:bCs/>
        </w:rPr>
      </w:pPr>
    </w:p>
    <w:p w:rsidR="00CA02A7" w:rsidRDefault="00CA02A7" w:rsidP="003009F1">
      <w:pPr>
        <w:jc w:val="center"/>
        <w:rPr>
          <w:b/>
          <w:bCs/>
        </w:rPr>
      </w:pPr>
    </w:p>
    <w:p w:rsidR="00CA02A7" w:rsidRDefault="00CA02A7" w:rsidP="003009F1">
      <w:pPr>
        <w:jc w:val="center"/>
        <w:rPr>
          <w:b/>
          <w:bCs/>
        </w:rPr>
      </w:pPr>
    </w:p>
    <w:p w:rsidR="00CA02A7" w:rsidRDefault="00CA02A7" w:rsidP="003009F1">
      <w:pPr>
        <w:jc w:val="center"/>
        <w:rPr>
          <w:b/>
          <w:bCs/>
        </w:rPr>
      </w:pPr>
    </w:p>
    <w:p w:rsidR="00CA02A7" w:rsidRDefault="00CA02A7" w:rsidP="003009F1">
      <w:pPr>
        <w:jc w:val="center"/>
        <w:rPr>
          <w:b/>
          <w:bCs/>
        </w:rPr>
      </w:pPr>
    </w:p>
    <w:p w:rsidR="00CA02A7" w:rsidRDefault="00CA02A7" w:rsidP="003009F1">
      <w:pPr>
        <w:jc w:val="center"/>
        <w:rPr>
          <w:b/>
          <w:bCs/>
        </w:rPr>
      </w:pPr>
    </w:p>
    <w:p w:rsidR="00CA02A7" w:rsidRDefault="00CA02A7" w:rsidP="003009F1">
      <w:pPr>
        <w:jc w:val="center"/>
        <w:rPr>
          <w:b/>
          <w:bCs/>
        </w:rPr>
      </w:pPr>
    </w:p>
    <w:p w:rsidR="00CA02A7" w:rsidRDefault="00CA02A7" w:rsidP="003009F1">
      <w:pPr>
        <w:jc w:val="center"/>
        <w:rPr>
          <w:b/>
          <w:bCs/>
        </w:rPr>
      </w:pPr>
    </w:p>
    <w:p w:rsidR="00CA02A7" w:rsidRDefault="00CA02A7" w:rsidP="003009F1">
      <w:pPr>
        <w:jc w:val="center"/>
        <w:rPr>
          <w:b/>
          <w:bCs/>
        </w:rPr>
      </w:pPr>
    </w:p>
    <w:p w:rsidR="00CA02A7" w:rsidRDefault="00CA02A7" w:rsidP="003009F1">
      <w:pPr>
        <w:jc w:val="center"/>
        <w:rPr>
          <w:b/>
          <w:bCs/>
        </w:rPr>
      </w:pPr>
    </w:p>
    <w:p w:rsidR="00CA02A7" w:rsidRDefault="00CA02A7" w:rsidP="00D90E34">
      <w:pPr>
        <w:jc w:val="right"/>
        <w:rPr>
          <w:b/>
          <w:bCs/>
        </w:rPr>
      </w:pPr>
      <w:r>
        <w:rPr>
          <w:b/>
          <w:bCs/>
        </w:rPr>
        <w:t>F.to Il Dirigente scolastico</w:t>
      </w:r>
    </w:p>
    <w:p w:rsidR="00CA02A7" w:rsidRDefault="00CA02A7" w:rsidP="00D90E34">
      <w:pPr>
        <w:jc w:val="right"/>
        <w:rPr>
          <w:b/>
          <w:bCs/>
        </w:rPr>
      </w:pPr>
      <w:r>
        <w:rPr>
          <w:b/>
          <w:bCs/>
        </w:rPr>
        <w:t>Dott. Tullio Faia</w:t>
      </w:r>
    </w:p>
    <w:p w:rsidR="00CA02A7" w:rsidRDefault="00CA02A7" w:rsidP="003009F1">
      <w:pPr>
        <w:jc w:val="center"/>
        <w:rPr>
          <w:b/>
          <w:bCs/>
        </w:rPr>
      </w:pPr>
    </w:p>
    <w:p w:rsidR="00CA02A7" w:rsidRDefault="00CA02A7" w:rsidP="00076480">
      <w:pPr>
        <w:rPr>
          <w:b/>
          <w:bCs/>
        </w:rPr>
      </w:pPr>
      <w:r>
        <w:rPr>
          <w:b/>
          <w:bCs/>
        </w:rPr>
        <w:t>Prot.n. 3814/C40 del 23 maggio 2015</w:t>
      </w:r>
    </w:p>
    <w:p w:rsidR="00CA02A7" w:rsidRDefault="00CA02A7" w:rsidP="003009F1">
      <w:pPr>
        <w:jc w:val="center"/>
        <w:rPr>
          <w:b/>
          <w:bCs/>
        </w:rPr>
      </w:pPr>
      <w:r w:rsidRPr="00DA33F1">
        <w:rPr>
          <w:b/>
          <w:bCs/>
        </w:rPr>
        <w:t>Graduatori</w:t>
      </w:r>
      <w:r>
        <w:rPr>
          <w:b/>
          <w:bCs/>
        </w:rPr>
        <w:t>a</w:t>
      </w:r>
      <w:r w:rsidRPr="00DA33F1">
        <w:rPr>
          <w:b/>
          <w:bCs/>
        </w:rPr>
        <w:t xml:space="preserve"> provvisori</w:t>
      </w:r>
      <w:r>
        <w:rPr>
          <w:b/>
          <w:bCs/>
        </w:rPr>
        <w:t>a</w:t>
      </w:r>
      <w:r w:rsidRPr="00DA33F1">
        <w:rPr>
          <w:b/>
          <w:bCs/>
        </w:rPr>
        <w:t xml:space="preserve"> </w:t>
      </w:r>
      <w:r>
        <w:rPr>
          <w:b/>
          <w:bCs/>
        </w:rPr>
        <w:t xml:space="preserve">tutor </w:t>
      </w:r>
      <w:r w:rsidRPr="00765BDB">
        <w:rPr>
          <w:b/>
          <w:bCs/>
        </w:rPr>
        <w:t xml:space="preserve">logistico/organizzativo </w:t>
      </w:r>
      <w:r>
        <w:rPr>
          <w:b/>
          <w:bCs/>
        </w:rPr>
        <w:t>PROFILO B</w:t>
      </w:r>
    </w:p>
    <w:p w:rsidR="00CA02A7" w:rsidRPr="00DA33F1" w:rsidRDefault="00CA02A7" w:rsidP="00076480">
      <w:pPr>
        <w:jc w:val="center"/>
        <w:rPr>
          <w:b/>
          <w:bCs/>
        </w:rPr>
      </w:pPr>
      <w:r w:rsidRPr="00DA33F1">
        <w:rPr>
          <w:b/>
          <w:bCs/>
        </w:rPr>
        <w:t>relativ</w:t>
      </w:r>
      <w:r>
        <w:rPr>
          <w:b/>
          <w:bCs/>
        </w:rPr>
        <w:t>a</w:t>
      </w:r>
      <w:r w:rsidRPr="00DA33F1">
        <w:rPr>
          <w:b/>
          <w:bCs/>
        </w:rPr>
        <w:t xml:space="preserve"> al bando prot.n. 3</w:t>
      </w:r>
      <w:r>
        <w:rPr>
          <w:b/>
          <w:bCs/>
        </w:rPr>
        <w:t>464</w:t>
      </w:r>
      <w:r w:rsidRPr="00DA33F1">
        <w:rPr>
          <w:b/>
          <w:bCs/>
        </w:rPr>
        <w:t xml:space="preserve">/C40 del </w:t>
      </w:r>
      <w:r>
        <w:rPr>
          <w:b/>
          <w:bCs/>
        </w:rPr>
        <w:t>1</w:t>
      </w:r>
      <w:r w:rsidRPr="00DA33F1">
        <w:rPr>
          <w:b/>
          <w:bCs/>
        </w:rPr>
        <w:t>1.0</w:t>
      </w:r>
      <w:r>
        <w:rPr>
          <w:b/>
          <w:bCs/>
        </w:rPr>
        <w:t>5</w:t>
      </w:r>
      <w:r w:rsidRPr="00DA33F1">
        <w:rPr>
          <w:b/>
          <w:bCs/>
        </w:rPr>
        <w:t>.2015</w:t>
      </w:r>
    </w:p>
    <w:p w:rsidR="00CA02A7" w:rsidRDefault="00CA02A7" w:rsidP="003009F1">
      <w:pPr>
        <w:jc w:val="center"/>
        <w:rPr>
          <w:rFonts w:ascii="Verdana" w:hAnsi="Verdana" w:cs="Verdana"/>
          <w:lang w:val="en-US"/>
        </w:rPr>
      </w:pPr>
      <w:r w:rsidRPr="00DA33F1">
        <w:rPr>
          <w:lang w:val="en-US"/>
        </w:rPr>
        <w:t>Prog.</w:t>
      </w:r>
      <w:r w:rsidRPr="00DA33F1">
        <w:rPr>
          <w:rFonts w:ascii="Verdana" w:hAnsi="Verdana" w:cs="Verdana"/>
          <w:lang w:val="en-US"/>
        </w:rPr>
        <w:t xml:space="preserve"> C-5-FSEPAC_POR_CAMPANIA-2013-180</w:t>
      </w:r>
    </w:p>
    <w:p w:rsidR="00CA02A7" w:rsidRPr="00076480" w:rsidRDefault="00CA02A7" w:rsidP="00076480">
      <w:pPr>
        <w:jc w:val="center"/>
        <w:rPr>
          <w:rFonts w:ascii="Verdana" w:hAnsi="Verdana" w:cs="Verdana"/>
          <w:lang w:val="en-US"/>
        </w:rPr>
      </w:pPr>
      <w:r>
        <w:rPr>
          <w:rFonts w:ascii="Verdana" w:hAnsi="Verdana" w:cs="Verdana"/>
          <w:lang w:val="en-US"/>
        </w:rPr>
        <w:t xml:space="preserve"> “Learning by doing – fare impresa”</w:t>
      </w:r>
    </w:p>
    <w:p w:rsidR="00CA02A7" w:rsidRPr="009C0DD2" w:rsidRDefault="00CA02A7">
      <w:pPr>
        <w:rPr>
          <w:lang w:val="en-GB"/>
        </w:rPr>
      </w:pPr>
    </w:p>
    <w:tbl>
      <w:tblPr>
        <w:tblpPr w:leftFromText="141" w:rightFromText="141" w:vertAnchor="text" w:horzAnchor="page" w:tblpX="493" w:tblpY="32"/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370"/>
        <w:gridCol w:w="1148"/>
        <w:gridCol w:w="851"/>
        <w:gridCol w:w="5670"/>
        <w:gridCol w:w="4111"/>
        <w:gridCol w:w="1842"/>
      </w:tblGrid>
      <w:tr w:rsidR="00CA02A7" w:rsidRPr="00074601">
        <w:trPr>
          <w:trHeight w:val="1480"/>
        </w:trPr>
        <w:tc>
          <w:tcPr>
            <w:tcW w:w="1370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docente</w:t>
            </w:r>
          </w:p>
        </w:tc>
        <w:tc>
          <w:tcPr>
            <w:tcW w:w="1148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Diploma di laurea</w:t>
            </w:r>
          </w:p>
        </w:tc>
        <w:tc>
          <w:tcPr>
            <w:tcW w:w="851" w:type="dxa"/>
          </w:tcPr>
          <w:p w:rsidR="00CA02A7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Altra laurea</w:t>
            </w:r>
          </w:p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D90E34">
              <w:rPr>
                <w:rFonts w:ascii="Verdana" w:hAnsi="Verdana" w:cs="Verdana"/>
                <w:sz w:val="20"/>
                <w:szCs w:val="20"/>
              </w:rPr>
              <w:t>Max p.3</w:t>
            </w:r>
          </w:p>
        </w:tc>
        <w:tc>
          <w:tcPr>
            <w:tcW w:w="5670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Esperienze professionali pregresse</w:t>
            </w:r>
          </w:p>
          <w:p w:rsidR="00CA02A7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 xml:space="preserve">Facilitatore/valutatore/tutor </w:t>
            </w:r>
            <w:r>
              <w:rPr>
                <w:rFonts w:ascii="Verdana" w:hAnsi="Verdana" w:cs="Verdana"/>
                <w:sz w:val="20"/>
                <w:szCs w:val="20"/>
              </w:rPr>
              <w:t>organizzativo</w:t>
            </w:r>
            <w:r w:rsidRPr="00121245">
              <w:rPr>
                <w:rFonts w:ascii="Verdana" w:hAnsi="Verdana" w:cs="Verdana"/>
                <w:sz w:val="20"/>
                <w:szCs w:val="20"/>
              </w:rPr>
              <w:t>/collaudatore/attività di supporto tecnico-amm.vo in progetti POR-PON</w:t>
            </w:r>
          </w:p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p.2 per ogni esperienza, max p.20</w:t>
            </w:r>
          </w:p>
        </w:tc>
        <w:tc>
          <w:tcPr>
            <w:tcW w:w="4111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Certificazioni informatiche</w:t>
            </w:r>
          </w:p>
          <w:p w:rsidR="00CA02A7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DD2">
              <w:rPr>
                <w:rFonts w:ascii="Verdana" w:hAnsi="Verdana" w:cs="Verdana"/>
                <w:sz w:val="20"/>
                <w:szCs w:val="20"/>
              </w:rPr>
              <w:t>ECDL-EIPASS-EUCIP-IC3-MOUS-CISCO-MICROSOFT</w:t>
            </w:r>
          </w:p>
          <w:p w:rsidR="00CA02A7" w:rsidRPr="009C0DD2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p.1 per ogni attestato, max 5</w:t>
            </w:r>
            <w:r w:rsidRPr="009C0DD2">
              <w:rPr>
                <w:rFonts w:ascii="Verdana" w:hAnsi="Verdana" w:cs="Verdana"/>
                <w:sz w:val="20"/>
                <w:szCs w:val="20"/>
              </w:rPr>
              <w:t xml:space="preserve">  </w:t>
            </w:r>
          </w:p>
        </w:tc>
        <w:tc>
          <w:tcPr>
            <w:tcW w:w="1842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Totale</w:t>
            </w:r>
          </w:p>
        </w:tc>
      </w:tr>
      <w:tr w:rsidR="00CA02A7" w:rsidRPr="00074601">
        <w:trPr>
          <w:trHeight w:val="55"/>
        </w:trPr>
        <w:tc>
          <w:tcPr>
            <w:tcW w:w="1370" w:type="dxa"/>
          </w:tcPr>
          <w:p w:rsidR="00CA02A7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Scotto di Clemente Lucia</w:t>
            </w:r>
          </w:p>
        </w:tc>
        <w:tc>
          <w:tcPr>
            <w:tcW w:w="1148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1842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12</w:t>
            </w:r>
          </w:p>
        </w:tc>
      </w:tr>
      <w:tr w:rsidR="00CA02A7" w:rsidRPr="00074601">
        <w:trPr>
          <w:trHeight w:val="49"/>
        </w:trPr>
        <w:tc>
          <w:tcPr>
            <w:tcW w:w="1370" w:type="dxa"/>
          </w:tcPr>
          <w:p w:rsidR="00CA02A7" w:rsidRPr="009C0DD2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Casarella Rita</w:t>
            </w:r>
          </w:p>
        </w:tc>
        <w:tc>
          <w:tcPr>
            <w:tcW w:w="1148" w:type="dxa"/>
          </w:tcPr>
          <w:p w:rsidR="00CA02A7" w:rsidRPr="009C0DD2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CA02A7" w:rsidRPr="009C0DD2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CA02A7" w:rsidRPr="009C0DD2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CA02A7" w:rsidRPr="009C0DD2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1842" w:type="dxa"/>
          </w:tcPr>
          <w:p w:rsidR="00CA02A7" w:rsidRPr="009C0DD2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</w:tr>
      <w:tr w:rsidR="00CA02A7" w:rsidRPr="00074601">
        <w:trPr>
          <w:trHeight w:val="55"/>
        </w:trPr>
        <w:tc>
          <w:tcPr>
            <w:tcW w:w="1370" w:type="dxa"/>
          </w:tcPr>
          <w:p w:rsidR="00CA02A7" w:rsidRPr="009C0DD2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Mancini Antonella</w:t>
            </w:r>
          </w:p>
        </w:tc>
        <w:tc>
          <w:tcPr>
            <w:tcW w:w="1148" w:type="dxa"/>
          </w:tcPr>
          <w:p w:rsidR="00CA02A7" w:rsidRPr="009C0DD2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6,10</w:t>
            </w:r>
          </w:p>
        </w:tc>
        <w:tc>
          <w:tcPr>
            <w:tcW w:w="851" w:type="dxa"/>
          </w:tcPr>
          <w:p w:rsidR="00CA02A7" w:rsidRPr="009C0DD2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CA02A7" w:rsidRPr="009C0DD2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CA02A7" w:rsidRPr="009C0DD2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2" w:type="dxa"/>
          </w:tcPr>
          <w:p w:rsidR="00CA02A7" w:rsidRPr="009C0DD2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8,10</w:t>
            </w:r>
          </w:p>
        </w:tc>
      </w:tr>
      <w:tr w:rsidR="00CA02A7" w:rsidRPr="00074601">
        <w:trPr>
          <w:trHeight w:val="55"/>
        </w:trPr>
        <w:tc>
          <w:tcPr>
            <w:tcW w:w="1370" w:type="dxa"/>
          </w:tcPr>
          <w:p w:rsidR="00CA02A7" w:rsidRPr="009C0DD2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D’Amato Angelina</w:t>
            </w:r>
          </w:p>
        </w:tc>
        <w:tc>
          <w:tcPr>
            <w:tcW w:w="1148" w:type="dxa"/>
          </w:tcPr>
          <w:p w:rsidR="00CA02A7" w:rsidRPr="009C0DD2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6,10</w:t>
            </w:r>
          </w:p>
        </w:tc>
        <w:tc>
          <w:tcPr>
            <w:tcW w:w="851" w:type="dxa"/>
          </w:tcPr>
          <w:p w:rsidR="00CA02A7" w:rsidRPr="009C0DD2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CA02A7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  <w:p w:rsidR="00CA02A7" w:rsidRPr="009C0DD2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CA02A7" w:rsidRPr="009C0DD2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2" w:type="dxa"/>
          </w:tcPr>
          <w:p w:rsidR="00CA02A7" w:rsidRPr="009C0DD2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8,10</w:t>
            </w:r>
          </w:p>
        </w:tc>
      </w:tr>
      <w:tr w:rsidR="00CA02A7" w:rsidRPr="00074601">
        <w:trPr>
          <w:trHeight w:val="55"/>
        </w:trPr>
        <w:tc>
          <w:tcPr>
            <w:tcW w:w="1370" w:type="dxa"/>
          </w:tcPr>
          <w:p w:rsidR="00CA02A7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De Santis Carmen</w:t>
            </w:r>
          </w:p>
        </w:tc>
        <w:tc>
          <w:tcPr>
            <w:tcW w:w="1148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6,10</w:t>
            </w:r>
          </w:p>
        </w:tc>
        <w:tc>
          <w:tcPr>
            <w:tcW w:w="851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2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6,10</w:t>
            </w:r>
          </w:p>
        </w:tc>
      </w:tr>
      <w:tr w:rsidR="00CA02A7" w:rsidRPr="00074601">
        <w:trPr>
          <w:trHeight w:val="55"/>
        </w:trPr>
        <w:tc>
          <w:tcPr>
            <w:tcW w:w="1370" w:type="dxa"/>
          </w:tcPr>
          <w:p w:rsidR="00CA02A7" w:rsidRPr="009C0DD2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Piano Maria Letizia</w:t>
            </w:r>
          </w:p>
        </w:tc>
        <w:tc>
          <w:tcPr>
            <w:tcW w:w="1148" w:type="dxa"/>
          </w:tcPr>
          <w:p w:rsidR="00CA02A7" w:rsidRPr="009C0DD2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4,90</w:t>
            </w:r>
          </w:p>
        </w:tc>
        <w:tc>
          <w:tcPr>
            <w:tcW w:w="851" w:type="dxa"/>
          </w:tcPr>
          <w:p w:rsidR="00CA02A7" w:rsidRPr="009C0DD2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CA02A7" w:rsidRPr="009C0DD2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CA02A7" w:rsidRPr="009C0DD2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842" w:type="dxa"/>
          </w:tcPr>
          <w:p w:rsidR="00CA02A7" w:rsidRPr="009C0DD2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4,90</w:t>
            </w:r>
          </w:p>
        </w:tc>
      </w:tr>
    </w:tbl>
    <w:p w:rsidR="00CA02A7" w:rsidRPr="009C0DD2" w:rsidRDefault="00CA02A7" w:rsidP="00690CF0">
      <w:pPr>
        <w:jc w:val="right"/>
        <w:rPr>
          <w:rFonts w:ascii="Verdana" w:hAnsi="Verdana" w:cs="Verdana"/>
          <w:sz w:val="20"/>
          <w:szCs w:val="20"/>
        </w:rPr>
      </w:pPr>
    </w:p>
    <w:p w:rsidR="00CA02A7" w:rsidRPr="009C0DD2" w:rsidRDefault="00CA02A7" w:rsidP="00690CF0"/>
    <w:tbl>
      <w:tblPr>
        <w:tblpPr w:leftFromText="141" w:rightFromText="141" w:vertAnchor="text" w:horzAnchor="page" w:tblpX="493" w:tblpY="32"/>
        <w:tblW w:w="15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8"/>
        <w:gridCol w:w="1640"/>
        <w:gridCol w:w="1216"/>
        <w:gridCol w:w="2025"/>
        <w:gridCol w:w="3901"/>
        <w:gridCol w:w="2805"/>
        <w:gridCol w:w="1522"/>
      </w:tblGrid>
      <w:tr w:rsidR="00CA02A7" w:rsidRPr="00765BDB">
        <w:trPr>
          <w:trHeight w:val="1398"/>
        </w:trPr>
        <w:tc>
          <w:tcPr>
            <w:tcW w:w="1958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Assistente amministrativo</w:t>
            </w:r>
          </w:p>
        </w:tc>
        <w:tc>
          <w:tcPr>
            <w:tcW w:w="1640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Diploma di istruzione secondaria di II grado</w:t>
            </w:r>
          </w:p>
        </w:tc>
        <w:tc>
          <w:tcPr>
            <w:tcW w:w="1216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 xml:space="preserve">Diploma di laurea </w:t>
            </w:r>
          </w:p>
        </w:tc>
        <w:tc>
          <w:tcPr>
            <w:tcW w:w="2025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Altro diploma di scuola secondaria di II grado</w:t>
            </w:r>
          </w:p>
        </w:tc>
        <w:tc>
          <w:tcPr>
            <w:tcW w:w="3901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Esperienze professionali pregresse</w:t>
            </w:r>
          </w:p>
          <w:p w:rsidR="00CA02A7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 xml:space="preserve">Facilitatore/valutatore/tutor </w:t>
            </w:r>
            <w:r w:rsidRPr="0096385D">
              <w:rPr>
                <w:rFonts w:ascii="Verdana" w:hAnsi="Verdana" w:cs="Verdana"/>
                <w:sz w:val="20"/>
                <w:szCs w:val="20"/>
              </w:rPr>
              <w:t xml:space="preserve"> organizzativo </w:t>
            </w:r>
            <w:r w:rsidRPr="00121245">
              <w:rPr>
                <w:rFonts w:ascii="Verdana" w:hAnsi="Verdana" w:cs="Verdana"/>
                <w:sz w:val="20"/>
                <w:szCs w:val="20"/>
              </w:rPr>
              <w:t>/collaudatore/attività di supporto tecnico-amm.vo in progetti POR-PON</w:t>
            </w:r>
          </w:p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p.2 per ogni esperienza, max p.20</w:t>
            </w:r>
          </w:p>
        </w:tc>
        <w:tc>
          <w:tcPr>
            <w:tcW w:w="2805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Certificazioni informatiche</w:t>
            </w:r>
          </w:p>
          <w:p w:rsidR="00CA02A7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ECDL-EIPASS-EUCIP-IC3-MOUS-CISCO-MICROSOFT</w:t>
            </w:r>
          </w:p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p.1 per ogni attestato, max 5</w:t>
            </w:r>
            <w:r w:rsidRPr="009C0DD2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21245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522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Totale</w:t>
            </w:r>
          </w:p>
        </w:tc>
      </w:tr>
      <w:tr w:rsidR="00CA02A7" w:rsidRPr="00765BDB">
        <w:trPr>
          <w:trHeight w:val="52"/>
        </w:trPr>
        <w:tc>
          <w:tcPr>
            <w:tcW w:w="1958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Manzo Mirella</w:t>
            </w:r>
          </w:p>
        </w:tc>
        <w:tc>
          <w:tcPr>
            <w:tcW w:w="1640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4,49</w:t>
            </w:r>
          </w:p>
        </w:tc>
        <w:tc>
          <w:tcPr>
            <w:tcW w:w="1216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025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901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20</w:t>
            </w:r>
          </w:p>
        </w:tc>
        <w:tc>
          <w:tcPr>
            <w:tcW w:w="2805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522" w:type="dxa"/>
          </w:tcPr>
          <w:p w:rsidR="00CA02A7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28,49</w:t>
            </w:r>
          </w:p>
        </w:tc>
      </w:tr>
      <w:tr w:rsidR="00CA02A7" w:rsidRPr="00765BDB">
        <w:trPr>
          <w:trHeight w:val="46"/>
        </w:trPr>
        <w:tc>
          <w:tcPr>
            <w:tcW w:w="1958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Cusimano Elena</w:t>
            </w:r>
          </w:p>
        </w:tc>
        <w:tc>
          <w:tcPr>
            <w:tcW w:w="1640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1216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025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901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6</w:t>
            </w:r>
          </w:p>
        </w:tc>
        <w:tc>
          <w:tcPr>
            <w:tcW w:w="2805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1522" w:type="dxa"/>
          </w:tcPr>
          <w:p w:rsidR="00CA02A7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15</w:t>
            </w:r>
          </w:p>
        </w:tc>
      </w:tr>
    </w:tbl>
    <w:p w:rsidR="00CA02A7" w:rsidRPr="009C0DD2" w:rsidRDefault="00CA02A7">
      <w:pPr>
        <w:rPr>
          <w:lang w:val="en-GB"/>
        </w:rPr>
      </w:pPr>
    </w:p>
    <w:p w:rsidR="00CA02A7" w:rsidRDefault="00CA02A7" w:rsidP="00076480">
      <w:pPr>
        <w:jc w:val="right"/>
        <w:rPr>
          <w:b/>
          <w:bCs/>
        </w:rPr>
      </w:pPr>
      <w:r>
        <w:rPr>
          <w:b/>
          <w:bCs/>
        </w:rPr>
        <w:t>F. to Il Dirigente scolastico</w:t>
      </w:r>
    </w:p>
    <w:p w:rsidR="00CA02A7" w:rsidRDefault="00CA02A7" w:rsidP="00076480">
      <w:pPr>
        <w:jc w:val="right"/>
        <w:rPr>
          <w:b/>
          <w:bCs/>
        </w:rPr>
      </w:pPr>
      <w:r>
        <w:rPr>
          <w:b/>
          <w:bCs/>
        </w:rPr>
        <w:t>Dott. Tullio Faia</w:t>
      </w:r>
    </w:p>
    <w:p w:rsidR="00CA02A7" w:rsidRPr="004766BB" w:rsidRDefault="00CA02A7" w:rsidP="00076480">
      <w:pPr>
        <w:jc w:val="right"/>
      </w:pPr>
    </w:p>
    <w:p w:rsidR="00CA02A7" w:rsidRPr="004766BB" w:rsidRDefault="00CA02A7"/>
    <w:p w:rsidR="00CA02A7" w:rsidRDefault="00CA02A7" w:rsidP="009C0DD2">
      <w:pPr>
        <w:rPr>
          <w:b/>
          <w:bCs/>
        </w:rPr>
      </w:pPr>
      <w:r>
        <w:rPr>
          <w:b/>
          <w:bCs/>
        </w:rPr>
        <w:t>Prot.n. 3814/C40 del 23 maggio 2015</w:t>
      </w:r>
    </w:p>
    <w:p w:rsidR="00CA02A7" w:rsidRPr="009C0DD2" w:rsidRDefault="00CA02A7"/>
    <w:p w:rsidR="00CA02A7" w:rsidRDefault="00CA02A7" w:rsidP="003009F1">
      <w:pPr>
        <w:jc w:val="center"/>
        <w:rPr>
          <w:b/>
          <w:bCs/>
        </w:rPr>
      </w:pPr>
      <w:r w:rsidRPr="00DA33F1">
        <w:rPr>
          <w:b/>
          <w:bCs/>
        </w:rPr>
        <w:t>Graduatori</w:t>
      </w:r>
      <w:r>
        <w:rPr>
          <w:b/>
          <w:bCs/>
        </w:rPr>
        <w:t>a</w:t>
      </w:r>
      <w:r w:rsidRPr="00DA33F1">
        <w:rPr>
          <w:b/>
          <w:bCs/>
        </w:rPr>
        <w:t xml:space="preserve"> provvisori</w:t>
      </w:r>
      <w:r>
        <w:rPr>
          <w:b/>
          <w:bCs/>
        </w:rPr>
        <w:t>a</w:t>
      </w:r>
      <w:r w:rsidRPr="00DA33F1">
        <w:rPr>
          <w:b/>
          <w:bCs/>
        </w:rPr>
        <w:t xml:space="preserve"> </w:t>
      </w:r>
      <w:r>
        <w:rPr>
          <w:b/>
          <w:bCs/>
        </w:rPr>
        <w:t>tutor logistico/organizzativo PROFILO B</w:t>
      </w:r>
    </w:p>
    <w:p w:rsidR="00CA02A7" w:rsidRDefault="00CA02A7" w:rsidP="003009F1">
      <w:pPr>
        <w:jc w:val="center"/>
        <w:rPr>
          <w:b/>
          <w:bCs/>
        </w:rPr>
      </w:pPr>
      <w:r w:rsidRPr="00DA33F1">
        <w:rPr>
          <w:b/>
          <w:bCs/>
        </w:rPr>
        <w:t>relativ</w:t>
      </w:r>
      <w:r>
        <w:rPr>
          <w:b/>
          <w:bCs/>
        </w:rPr>
        <w:t>a</w:t>
      </w:r>
      <w:r w:rsidRPr="00DA33F1">
        <w:rPr>
          <w:b/>
          <w:bCs/>
        </w:rPr>
        <w:t xml:space="preserve"> al bando prot.n. 3</w:t>
      </w:r>
      <w:r>
        <w:rPr>
          <w:b/>
          <w:bCs/>
        </w:rPr>
        <w:t>464</w:t>
      </w:r>
      <w:r w:rsidRPr="00DA33F1">
        <w:rPr>
          <w:b/>
          <w:bCs/>
        </w:rPr>
        <w:t xml:space="preserve">/C40 del </w:t>
      </w:r>
      <w:r>
        <w:rPr>
          <w:b/>
          <w:bCs/>
        </w:rPr>
        <w:t>1</w:t>
      </w:r>
      <w:r w:rsidRPr="00DA33F1">
        <w:rPr>
          <w:b/>
          <w:bCs/>
        </w:rPr>
        <w:t>1.0</w:t>
      </w:r>
      <w:r>
        <w:rPr>
          <w:b/>
          <w:bCs/>
        </w:rPr>
        <w:t>5</w:t>
      </w:r>
      <w:r w:rsidRPr="00DA33F1">
        <w:rPr>
          <w:b/>
          <w:bCs/>
        </w:rPr>
        <w:t>.2015</w:t>
      </w:r>
    </w:p>
    <w:p w:rsidR="00CA02A7" w:rsidRPr="00DA33F1" w:rsidRDefault="00CA02A7" w:rsidP="003009F1">
      <w:pPr>
        <w:jc w:val="center"/>
        <w:rPr>
          <w:b/>
          <w:bCs/>
        </w:rPr>
      </w:pPr>
    </w:p>
    <w:p w:rsidR="00CA02A7" w:rsidRPr="001D22FF" w:rsidRDefault="00CA02A7" w:rsidP="003009F1">
      <w:pPr>
        <w:jc w:val="center"/>
        <w:rPr>
          <w:rFonts w:ascii="Verdana" w:hAnsi="Verdana" w:cs="Verdana"/>
        </w:rPr>
      </w:pPr>
      <w:r w:rsidRPr="001D22FF">
        <w:t>Prog.</w:t>
      </w:r>
      <w:r w:rsidRPr="001D22FF">
        <w:rPr>
          <w:rFonts w:ascii="Verdana" w:hAnsi="Verdana" w:cs="Verdana"/>
        </w:rPr>
        <w:t xml:space="preserve"> C-5-FSEPAC_POR_CAMPANIA-2013-180</w:t>
      </w:r>
    </w:p>
    <w:p w:rsidR="00CA02A7" w:rsidRPr="00076480" w:rsidRDefault="00CA02A7" w:rsidP="00076480">
      <w:pPr>
        <w:jc w:val="center"/>
        <w:rPr>
          <w:rFonts w:ascii="Verdana" w:hAnsi="Verdana" w:cs="Verdana"/>
        </w:rPr>
      </w:pPr>
      <w:r w:rsidRPr="001D22FF">
        <w:rPr>
          <w:rFonts w:ascii="Verdana" w:hAnsi="Verdana" w:cs="Verdana"/>
        </w:rPr>
        <w:t xml:space="preserve"> </w:t>
      </w:r>
      <w:r w:rsidRPr="009C0DD2">
        <w:rPr>
          <w:rFonts w:ascii="Verdana" w:hAnsi="Verdana" w:cs="Verdana"/>
        </w:rPr>
        <w:t>“L’impresa del restauro”</w:t>
      </w:r>
    </w:p>
    <w:p w:rsidR="00CA02A7" w:rsidRDefault="00CA02A7"/>
    <w:tbl>
      <w:tblPr>
        <w:tblpPr w:leftFromText="141" w:rightFromText="141" w:vertAnchor="text" w:horzAnchor="page" w:tblpX="493" w:tblpY="32"/>
        <w:tblW w:w="147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526"/>
        <w:gridCol w:w="1148"/>
        <w:gridCol w:w="851"/>
        <w:gridCol w:w="5670"/>
        <w:gridCol w:w="4111"/>
        <w:gridCol w:w="1417"/>
      </w:tblGrid>
      <w:tr w:rsidR="00CA02A7" w:rsidRPr="00074601">
        <w:trPr>
          <w:trHeight w:val="1480"/>
        </w:trPr>
        <w:tc>
          <w:tcPr>
            <w:tcW w:w="1526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docente</w:t>
            </w:r>
          </w:p>
        </w:tc>
        <w:tc>
          <w:tcPr>
            <w:tcW w:w="1148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Diploma di laurea</w:t>
            </w:r>
          </w:p>
        </w:tc>
        <w:tc>
          <w:tcPr>
            <w:tcW w:w="851" w:type="dxa"/>
          </w:tcPr>
          <w:p w:rsidR="00CA02A7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Altra laurea</w:t>
            </w:r>
          </w:p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Max p.3</w:t>
            </w:r>
          </w:p>
        </w:tc>
        <w:tc>
          <w:tcPr>
            <w:tcW w:w="5670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Esperienze professionali pregresse</w:t>
            </w:r>
          </w:p>
          <w:p w:rsidR="00CA02A7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 xml:space="preserve">Facilitatore/valutatore/tutor </w:t>
            </w:r>
            <w:r>
              <w:rPr>
                <w:rFonts w:ascii="Verdana" w:hAnsi="Verdana" w:cs="Verdana"/>
                <w:sz w:val="20"/>
                <w:szCs w:val="20"/>
              </w:rPr>
              <w:t xml:space="preserve"> organizzativo/</w:t>
            </w:r>
            <w:r w:rsidRPr="00121245">
              <w:rPr>
                <w:rFonts w:ascii="Verdana" w:hAnsi="Verdana" w:cs="Verdana"/>
                <w:sz w:val="20"/>
                <w:szCs w:val="20"/>
              </w:rPr>
              <w:t xml:space="preserve"> collaudatore/attività di supporto tecnico-amm.vo in progetti POR-PON</w:t>
            </w:r>
          </w:p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p.2 per ogni esperienza, max p.20 </w:t>
            </w:r>
          </w:p>
        </w:tc>
        <w:tc>
          <w:tcPr>
            <w:tcW w:w="4111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Certificazioni informatiche</w:t>
            </w:r>
          </w:p>
          <w:p w:rsidR="00CA02A7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9C0DD2">
              <w:rPr>
                <w:rFonts w:ascii="Verdana" w:hAnsi="Verdana" w:cs="Verdana"/>
                <w:sz w:val="20"/>
                <w:szCs w:val="20"/>
              </w:rPr>
              <w:t>ECDL-EIPASS-EUCIP-IC3-MOUS-CISCO-MICROSOFT</w:t>
            </w:r>
          </w:p>
          <w:p w:rsidR="00CA02A7" w:rsidRPr="009C0DD2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p.1 per ogni attestato, max 5</w:t>
            </w:r>
            <w:r w:rsidRPr="009C0DD2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:rsidR="00CA02A7" w:rsidRPr="00121245" w:rsidRDefault="00CA02A7" w:rsidP="00F960B2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Totale</w:t>
            </w:r>
          </w:p>
        </w:tc>
      </w:tr>
      <w:tr w:rsidR="00CA02A7" w:rsidRPr="00074601">
        <w:trPr>
          <w:trHeight w:val="55"/>
        </w:trPr>
        <w:tc>
          <w:tcPr>
            <w:tcW w:w="1526" w:type="dxa"/>
          </w:tcPr>
          <w:p w:rsidR="00CA02A7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Scotto </w:t>
            </w:r>
          </w:p>
          <w:p w:rsidR="00CA02A7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di Clemente Lucia</w:t>
            </w:r>
          </w:p>
        </w:tc>
        <w:tc>
          <w:tcPr>
            <w:tcW w:w="1148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4111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12</w:t>
            </w:r>
          </w:p>
        </w:tc>
      </w:tr>
      <w:tr w:rsidR="00CA02A7" w:rsidRPr="00074601">
        <w:trPr>
          <w:trHeight w:val="49"/>
        </w:trPr>
        <w:tc>
          <w:tcPr>
            <w:tcW w:w="1526" w:type="dxa"/>
          </w:tcPr>
          <w:p w:rsidR="00CA02A7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Casarella</w:t>
            </w:r>
          </w:p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 xml:space="preserve">Rita </w:t>
            </w:r>
          </w:p>
        </w:tc>
        <w:tc>
          <w:tcPr>
            <w:tcW w:w="1148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851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4111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</w:t>
            </w:r>
          </w:p>
        </w:tc>
        <w:tc>
          <w:tcPr>
            <w:tcW w:w="1417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11</w:t>
            </w:r>
          </w:p>
        </w:tc>
      </w:tr>
      <w:tr w:rsidR="00CA02A7" w:rsidRPr="00074601">
        <w:trPr>
          <w:trHeight w:val="55"/>
        </w:trPr>
        <w:tc>
          <w:tcPr>
            <w:tcW w:w="1526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Piano Maria Letizia</w:t>
            </w:r>
          </w:p>
        </w:tc>
        <w:tc>
          <w:tcPr>
            <w:tcW w:w="1148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4,90</w:t>
            </w:r>
          </w:p>
        </w:tc>
        <w:tc>
          <w:tcPr>
            <w:tcW w:w="851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5670" w:type="dxa"/>
          </w:tcPr>
          <w:p w:rsidR="00CA02A7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4111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1417" w:type="dxa"/>
          </w:tcPr>
          <w:p w:rsidR="00CA02A7" w:rsidRPr="009C0DD2" w:rsidRDefault="00CA02A7" w:rsidP="00FE3455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4,90</w:t>
            </w:r>
          </w:p>
        </w:tc>
      </w:tr>
    </w:tbl>
    <w:p w:rsidR="00CA02A7" w:rsidRPr="009C0DD2" w:rsidRDefault="00CA02A7" w:rsidP="00690CF0">
      <w:pPr>
        <w:jc w:val="right"/>
        <w:rPr>
          <w:rFonts w:ascii="Verdana" w:hAnsi="Verdana" w:cs="Verdana"/>
          <w:sz w:val="20"/>
          <w:szCs w:val="20"/>
        </w:rPr>
      </w:pPr>
    </w:p>
    <w:p w:rsidR="00CA02A7" w:rsidRPr="009C0DD2" w:rsidRDefault="00CA02A7" w:rsidP="00690CF0"/>
    <w:p w:rsidR="00CA02A7" w:rsidRPr="009C0DD2" w:rsidRDefault="00CA02A7" w:rsidP="00690CF0"/>
    <w:p w:rsidR="00CA02A7" w:rsidRPr="009C0DD2" w:rsidRDefault="00CA02A7" w:rsidP="00690CF0"/>
    <w:p w:rsidR="00CA02A7" w:rsidRPr="009C0DD2" w:rsidRDefault="00CA02A7" w:rsidP="00690CF0"/>
    <w:p w:rsidR="00CA02A7" w:rsidRPr="009C0DD2" w:rsidRDefault="00CA02A7" w:rsidP="00690CF0"/>
    <w:p w:rsidR="00CA02A7" w:rsidRPr="009C0DD2" w:rsidRDefault="00CA02A7" w:rsidP="00690CF0"/>
    <w:p w:rsidR="00CA02A7" w:rsidRPr="009C0DD2" w:rsidRDefault="00CA02A7" w:rsidP="00690CF0"/>
    <w:p w:rsidR="00CA02A7" w:rsidRPr="009C0DD2" w:rsidRDefault="00CA02A7" w:rsidP="00690CF0"/>
    <w:p w:rsidR="00CA02A7" w:rsidRPr="009C0DD2" w:rsidRDefault="00CA02A7" w:rsidP="00690CF0"/>
    <w:p w:rsidR="00CA02A7" w:rsidRPr="009C0DD2" w:rsidRDefault="00CA02A7" w:rsidP="00690CF0"/>
    <w:p w:rsidR="00CA02A7" w:rsidRPr="009C0DD2" w:rsidRDefault="00CA02A7" w:rsidP="00690CF0"/>
    <w:tbl>
      <w:tblPr>
        <w:tblpPr w:leftFromText="141" w:rightFromText="141" w:vertAnchor="text" w:horzAnchor="page" w:tblpX="493" w:tblpY="992"/>
        <w:tblW w:w="147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1958"/>
        <w:gridCol w:w="1640"/>
        <w:gridCol w:w="1216"/>
        <w:gridCol w:w="2025"/>
        <w:gridCol w:w="3684"/>
        <w:gridCol w:w="2805"/>
        <w:gridCol w:w="1381"/>
      </w:tblGrid>
      <w:tr w:rsidR="00CA02A7" w:rsidRPr="00765BDB">
        <w:trPr>
          <w:trHeight w:val="1398"/>
        </w:trPr>
        <w:tc>
          <w:tcPr>
            <w:tcW w:w="1958" w:type="dxa"/>
          </w:tcPr>
          <w:p w:rsidR="00CA02A7" w:rsidRPr="00121245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Assistente amministrativo</w:t>
            </w:r>
          </w:p>
        </w:tc>
        <w:tc>
          <w:tcPr>
            <w:tcW w:w="1640" w:type="dxa"/>
          </w:tcPr>
          <w:p w:rsidR="00CA02A7" w:rsidRPr="00121245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Diploma di istruzione secondaria di II grado</w:t>
            </w:r>
          </w:p>
        </w:tc>
        <w:tc>
          <w:tcPr>
            <w:tcW w:w="1216" w:type="dxa"/>
          </w:tcPr>
          <w:p w:rsidR="00CA02A7" w:rsidRPr="00121245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 xml:space="preserve">Diploma di laurea </w:t>
            </w:r>
          </w:p>
        </w:tc>
        <w:tc>
          <w:tcPr>
            <w:tcW w:w="2025" w:type="dxa"/>
          </w:tcPr>
          <w:p w:rsidR="00CA02A7" w:rsidRPr="00121245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Altro diploma di scuola secondaria di II grado</w:t>
            </w:r>
          </w:p>
        </w:tc>
        <w:tc>
          <w:tcPr>
            <w:tcW w:w="3684" w:type="dxa"/>
          </w:tcPr>
          <w:p w:rsidR="00CA02A7" w:rsidRPr="00121245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Esperienze professionali pregresse</w:t>
            </w:r>
          </w:p>
          <w:p w:rsidR="00CA02A7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 xml:space="preserve">Facilitatore/valutatore/tutor </w:t>
            </w:r>
            <w:r w:rsidRPr="0096385D">
              <w:rPr>
                <w:rFonts w:ascii="Verdana" w:hAnsi="Verdana" w:cs="Verdana"/>
                <w:sz w:val="20"/>
                <w:szCs w:val="20"/>
              </w:rPr>
              <w:t xml:space="preserve"> organizzativo</w:t>
            </w:r>
            <w:r>
              <w:rPr>
                <w:rFonts w:ascii="Verdana" w:hAnsi="Verdana" w:cs="Verdana"/>
                <w:sz w:val="20"/>
                <w:szCs w:val="20"/>
              </w:rPr>
              <w:t>/</w:t>
            </w:r>
            <w:r w:rsidRPr="0096385D">
              <w:rPr>
                <w:rFonts w:ascii="Verdana" w:hAnsi="Verdana" w:cs="Verdana"/>
                <w:sz w:val="20"/>
                <w:szCs w:val="20"/>
              </w:rPr>
              <w:t xml:space="preserve"> </w:t>
            </w:r>
            <w:r w:rsidRPr="00121245">
              <w:rPr>
                <w:rFonts w:ascii="Verdana" w:hAnsi="Verdana" w:cs="Verdana"/>
                <w:sz w:val="20"/>
                <w:szCs w:val="20"/>
              </w:rPr>
              <w:t>collaudatore/attività di supporto tecnico-amm.vo in progetti POR-PON</w:t>
            </w:r>
          </w:p>
          <w:p w:rsidR="00CA02A7" w:rsidRPr="00121245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FA602E">
              <w:rPr>
                <w:rFonts w:ascii="Verdana" w:hAnsi="Verdana" w:cs="Verdana"/>
                <w:sz w:val="20"/>
                <w:szCs w:val="20"/>
              </w:rPr>
              <w:t>p.2 per ogni esperienza, max p.20</w:t>
            </w:r>
          </w:p>
        </w:tc>
        <w:tc>
          <w:tcPr>
            <w:tcW w:w="2805" w:type="dxa"/>
          </w:tcPr>
          <w:p w:rsidR="00CA02A7" w:rsidRPr="00121245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Certificazioni informatiche</w:t>
            </w:r>
          </w:p>
          <w:p w:rsidR="00CA02A7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ECDL-EIPASS-EUCIP-IC3-MOUS-CISCO-MICROSOFT</w:t>
            </w:r>
          </w:p>
          <w:p w:rsidR="00CA02A7" w:rsidRPr="00121245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p.1 per ogni attestato, max 5</w:t>
            </w:r>
            <w:r w:rsidRPr="00121245">
              <w:rPr>
                <w:rFonts w:ascii="Verdana" w:hAnsi="Verdana" w:cs="Verdana"/>
                <w:sz w:val="20"/>
                <w:szCs w:val="20"/>
              </w:rPr>
              <w:t xml:space="preserve"> </w:t>
            </w:r>
          </w:p>
        </w:tc>
        <w:tc>
          <w:tcPr>
            <w:tcW w:w="1381" w:type="dxa"/>
          </w:tcPr>
          <w:p w:rsidR="00CA02A7" w:rsidRPr="00121245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Totale</w:t>
            </w:r>
          </w:p>
        </w:tc>
      </w:tr>
      <w:tr w:rsidR="00CA02A7" w:rsidRPr="00765BDB">
        <w:trPr>
          <w:trHeight w:val="46"/>
        </w:trPr>
        <w:tc>
          <w:tcPr>
            <w:tcW w:w="1958" w:type="dxa"/>
          </w:tcPr>
          <w:p w:rsidR="00CA02A7" w:rsidRPr="00121245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Manzo Mirella</w:t>
            </w:r>
          </w:p>
        </w:tc>
        <w:tc>
          <w:tcPr>
            <w:tcW w:w="1640" w:type="dxa"/>
          </w:tcPr>
          <w:p w:rsidR="00CA02A7" w:rsidRPr="00121245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4,49</w:t>
            </w:r>
          </w:p>
        </w:tc>
        <w:tc>
          <w:tcPr>
            <w:tcW w:w="1216" w:type="dxa"/>
          </w:tcPr>
          <w:p w:rsidR="00CA02A7" w:rsidRPr="00121245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025" w:type="dxa"/>
          </w:tcPr>
          <w:p w:rsidR="00CA02A7" w:rsidRPr="00121245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684" w:type="dxa"/>
          </w:tcPr>
          <w:p w:rsidR="00CA02A7" w:rsidRPr="00121245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20</w:t>
            </w:r>
          </w:p>
        </w:tc>
        <w:tc>
          <w:tcPr>
            <w:tcW w:w="2805" w:type="dxa"/>
          </w:tcPr>
          <w:p w:rsidR="00CA02A7" w:rsidRPr="00121245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</w:t>
            </w:r>
          </w:p>
        </w:tc>
        <w:tc>
          <w:tcPr>
            <w:tcW w:w="1381" w:type="dxa"/>
          </w:tcPr>
          <w:p w:rsidR="00CA02A7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28,49</w:t>
            </w:r>
          </w:p>
        </w:tc>
      </w:tr>
      <w:tr w:rsidR="00CA02A7" w:rsidRPr="00765BDB">
        <w:trPr>
          <w:trHeight w:val="52"/>
        </w:trPr>
        <w:tc>
          <w:tcPr>
            <w:tcW w:w="1958" w:type="dxa"/>
          </w:tcPr>
          <w:p w:rsidR="00CA02A7" w:rsidRPr="00121245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 w:rsidRPr="00121245">
              <w:rPr>
                <w:rFonts w:ascii="Verdana" w:hAnsi="Verdana" w:cs="Verdana"/>
                <w:sz w:val="20"/>
                <w:szCs w:val="20"/>
              </w:rPr>
              <w:t>Romagnuolo Maria Rosaria</w:t>
            </w:r>
          </w:p>
        </w:tc>
        <w:tc>
          <w:tcPr>
            <w:tcW w:w="1640" w:type="dxa"/>
          </w:tcPr>
          <w:p w:rsidR="00CA02A7" w:rsidRPr="00121245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4,99</w:t>
            </w:r>
          </w:p>
        </w:tc>
        <w:tc>
          <w:tcPr>
            <w:tcW w:w="1216" w:type="dxa"/>
          </w:tcPr>
          <w:p w:rsidR="00CA02A7" w:rsidRPr="00121245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7</w:t>
            </w:r>
          </w:p>
        </w:tc>
        <w:tc>
          <w:tcPr>
            <w:tcW w:w="2025" w:type="dxa"/>
          </w:tcPr>
          <w:p w:rsidR="00CA02A7" w:rsidRPr="00121245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3684" w:type="dxa"/>
          </w:tcPr>
          <w:p w:rsidR="00CA02A7" w:rsidRPr="00121245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</w:p>
        </w:tc>
        <w:tc>
          <w:tcPr>
            <w:tcW w:w="2805" w:type="dxa"/>
          </w:tcPr>
          <w:p w:rsidR="00CA02A7" w:rsidRPr="00121245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</w:t>
            </w:r>
          </w:p>
        </w:tc>
        <w:tc>
          <w:tcPr>
            <w:tcW w:w="1381" w:type="dxa"/>
          </w:tcPr>
          <w:p w:rsidR="00CA02A7" w:rsidRDefault="00CA02A7" w:rsidP="00076480">
            <w:pPr>
              <w:jc w:val="right"/>
              <w:rPr>
                <w:rFonts w:ascii="Verdana" w:hAnsi="Verdana" w:cs="Verdana"/>
                <w:sz w:val="20"/>
                <w:szCs w:val="20"/>
              </w:rPr>
            </w:pPr>
            <w:r>
              <w:rPr>
                <w:rFonts w:ascii="Verdana" w:hAnsi="Verdana" w:cs="Verdana"/>
                <w:sz w:val="20"/>
                <w:szCs w:val="20"/>
              </w:rPr>
              <w:t>12,99</w:t>
            </w:r>
          </w:p>
        </w:tc>
      </w:tr>
    </w:tbl>
    <w:p w:rsidR="00CA02A7" w:rsidRDefault="00CA02A7"/>
    <w:p w:rsidR="00CA02A7" w:rsidRDefault="00CA02A7"/>
    <w:p w:rsidR="00CA02A7" w:rsidRDefault="00CA02A7"/>
    <w:p w:rsidR="00CA02A7" w:rsidRDefault="00CA02A7"/>
    <w:p w:rsidR="00CA02A7" w:rsidRDefault="00CA02A7"/>
    <w:p w:rsidR="00CA02A7" w:rsidRDefault="00CA02A7"/>
    <w:p w:rsidR="00CA02A7" w:rsidRDefault="00CA02A7"/>
    <w:p w:rsidR="00CA02A7" w:rsidRDefault="00CA02A7"/>
    <w:p w:rsidR="00CA02A7" w:rsidRDefault="00CA02A7"/>
    <w:p w:rsidR="00CA02A7" w:rsidRDefault="00CA02A7"/>
    <w:p w:rsidR="00CA02A7" w:rsidRDefault="00CA02A7"/>
    <w:p w:rsidR="00CA02A7" w:rsidRDefault="00CA02A7"/>
    <w:p w:rsidR="00CA02A7" w:rsidRDefault="00CA02A7"/>
    <w:p w:rsidR="00CA02A7" w:rsidRDefault="00CA02A7"/>
    <w:p w:rsidR="00CA02A7" w:rsidRDefault="00CA02A7"/>
    <w:p w:rsidR="00CA02A7" w:rsidRDefault="00CA02A7" w:rsidP="00076480">
      <w:pPr>
        <w:jc w:val="right"/>
        <w:rPr>
          <w:b/>
          <w:bCs/>
        </w:rPr>
      </w:pPr>
      <w:r>
        <w:rPr>
          <w:b/>
          <w:bCs/>
        </w:rPr>
        <w:t>F.to Il Dirigente scolastico</w:t>
      </w:r>
    </w:p>
    <w:p w:rsidR="00CA02A7" w:rsidRDefault="00CA02A7" w:rsidP="00076480">
      <w:pPr>
        <w:jc w:val="right"/>
        <w:rPr>
          <w:b/>
          <w:bCs/>
        </w:rPr>
      </w:pPr>
      <w:r>
        <w:rPr>
          <w:b/>
          <w:bCs/>
        </w:rPr>
        <w:t>Dott. Tullio Faia</w:t>
      </w:r>
    </w:p>
    <w:p w:rsidR="00CA02A7" w:rsidRPr="003009F1" w:rsidRDefault="00CA02A7"/>
    <w:sectPr w:rsidR="00CA02A7" w:rsidRPr="003009F1" w:rsidSect="00D90E34">
      <w:pgSz w:w="16838" w:h="11906" w:orient="landscape"/>
      <w:pgMar w:top="567" w:right="1134" w:bottom="567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283"/>
  <w:characterSpacingControl w:val="doNotCompress"/>
  <w:doNotValidateAgainstSchema/>
  <w:doNotDemarcateInvalidXml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74601"/>
    <w:rsid w:val="00070549"/>
    <w:rsid w:val="00074601"/>
    <w:rsid w:val="00076480"/>
    <w:rsid w:val="000F0B49"/>
    <w:rsid w:val="000F5F75"/>
    <w:rsid w:val="00121245"/>
    <w:rsid w:val="001D22FF"/>
    <w:rsid w:val="003009F1"/>
    <w:rsid w:val="00362C14"/>
    <w:rsid w:val="00391482"/>
    <w:rsid w:val="003C04AA"/>
    <w:rsid w:val="004766BB"/>
    <w:rsid w:val="00690CF0"/>
    <w:rsid w:val="006F035C"/>
    <w:rsid w:val="007145F9"/>
    <w:rsid w:val="00744DBD"/>
    <w:rsid w:val="00762E2E"/>
    <w:rsid w:val="00765BDB"/>
    <w:rsid w:val="007D69C4"/>
    <w:rsid w:val="0088744E"/>
    <w:rsid w:val="008D05CC"/>
    <w:rsid w:val="0091441C"/>
    <w:rsid w:val="0096385D"/>
    <w:rsid w:val="009B5349"/>
    <w:rsid w:val="009C0DD2"/>
    <w:rsid w:val="009D6953"/>
    <w:rsid w:val="00AB312E"/>
    <w:rsid w:val="00B5618F"/>
    <w:rsid w:val="00B65BF7"/>
    <w:rsid w:val="00C2771A"/>
    <w:rsid w:val="00CA02A7"/>
    <w:rsid w:val="00D90E34"/>
    <w:rsid w:val="00DA33F1"/>
    <w:rsid w:val="00F121B9"/>
    <w:rsid w:val="00F960B2"/>
    <w:rsid w:val="00FA602E"/>
    <w:rsid w:val="00FE3455"/>
    <w:rsid w:val="00FF388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eastAsia="Calibri" w:hAnsi="Arial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74601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99"/>
    <w:rsid w:val="0007460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rsid w:val="00B561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imes New Roman" w:hAnsi="Times New Roman" w:cs="Times New Roman"/>
      <w:sz w:val="2"/>
      <w:szCs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152</TotalTime>
  <Pages>3</Pages>
  <Words>568</Words>
  <Characters>3243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testa</cp:lastModifiedBy>
  <cp:revision>16</cp:revision>
  <cp:lastPrinted>2015-05-25T11:52:00Z</cp:lastPrinted>
  <dcterms:created xsi:type="dcterms:W3CDTF">2015-05-22T23:19:00Z</dcterms:created>
  <dcterms:modified xsi:type="dcterms:W3CDTF">2015-05-25T11:57:00Z</dcterms:modified>
</cp:coreProperties>
</file>