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366" w:rsidRDefault="00882366" w:rsidP="00D75321">
      <w:pPr>
        <w:rPr>
          <w:sz w:val="16"/>
          <w:szCs w:val="16"/>
        </w:rPr>
      </w:pPr>
    </w:p>
    <w:p w:rsidR="00882366" w:rsidRDefault="00882366" w:rsidP="00D75321">
      <w:r>
        <w:t>Prot.n.  3966 /C40  Avellino, 30 maggio 2015</w:t>
      </w:r>
    </w:p>
    <w:p w:rsidR="00882366" w:rsidRDefault="00882366" w:rsidP="00074601">
      <w:pPr>
        <w:jc w:val="center"/>
        <w:rPr>
          <w:b/>
          <w:bCs/>
        </w:rPr>
      </w:pPr>
      <w:r w:rsidRPr="00DA33F1">
        <w:rPr>
          <w:b/>
          <w:bCs/>
        </w:rPr>
        <w:t>Graduatori</w:t>
      </w:r>
      <w:r>
        <w:rPr>
          <w:b/>
          <w:bCs/>
        </w:rPr>
        <w:t>a</w:t>
      </w:r>
      <w:r w:rsidRPr="00DA33F1">
        <w:rPr>
          <w:b/>
          <w:bCs/>
        </w:rPr>
        <w:t xml:space="preserve"> </w:t>
      </w:r>
      <w:r>
        <w:rPr>
          <w:b/>
          <w:bCs/>
        </w:rPr>
        <w:t>definitiva</w:t>
      </w:r>
      <w:r w:rsidRPr="00DA33F1">
        <w:rPr>
          <w:b/>
          <w:bCs/>
        </w:rPr>
        <w:t xml:space="preserve"> </w:t>
      </w:r>
      <w:r>
        <w:rPr>
          <w:b/>
          <w:bCs/>
        </w:rPr>
        <w:t xml:space="preserve">tutor </w:t>
      </w:r>
      <w:r w:rsidRPr="00765BDB">
        <w:rPr>
          <w:b/>
          <w:bCs/>
        </w:rPr>
        <w:t xml:space="preserve">logistico/organizzativo </w:t>
      </w:r>
      <w:r>
        <w:rPr>
          <w:b/>
          <w:bCs/>
        </w:rPr>
        <w:t>PROFILO B</w:t>
      </w:r>
    </w:p>
    <w:p w:rsidR="00882366" w:rsidRPr="00DA33F1" w:rsidRDefault="00882366" w:rsidP="00D90E34">
      <w:pPr>
        <w:jc w:val="center"/>
        <w:rPr>
          <w:b/>
          <w:bCs/>
        </w:rPr>
      </w:pPr>
      <w:r w:rsidRPr="00DA33F1">
        <w:rPr>
          <w:b/>
          <w:bCs/>
        </w:rPr>
        <w:t>relativ</w:t>
      </w:r>
      <w:r>
        <w:rPr>
          <w:b/>
          <w:bCs/>
        </w:rPr>
        <w:t>a</w:t>
      </w:r>
      <w:r w:rsidRPr="00DA33F1">
        <w:rPr>
          <w:b/>
          <w:bCs/>
        </w:rPr>
        <w:t xml:space="preserve"> al bando prot.n. 3</w:t>
      </w:r>
      <w:r>
        <w:rPr>
          <w:b/>
          <w:bCs/>
        </w:rPr>
        <w:t>464</w:t>
      </w:r>
      <w:r w:rsidRPr="00DA33F1">
        <w:rPr>
          <w:b/>
          <w:bCs/>
        </w:rPr>
        <w:t xml:space="preserve">/C40 del </w:t>
      </w:r>
      <w:r>
        <w:rPr>
          <w:b/>
          <w:bCs/>
        </w:rPr>
        <w:t>1</w:t>
      </w:r>
      <w:r w:rsidRPr="00DA33F1">
        <w:rPr>
          <w:b/>
          <w:bCs/>
        </w:rPr>
        <w:t>1.0</w:t>
      </w:r>
      <w:r>
        <w:rPr>
          <w:b/>
          <w:bCs/>
        </w:rPr>
        <w:t>5</w:t>
      </w:r>
      <w:r w:rsidRPr="00DA33F1">
        <w:rPr>
          <w:b/>
          <w:bCs/>
        </w:rPr>
        <w:t>.2015</w:t>
      </w:r>
    </w:p>
    <w:p w:rsidR="00882366" w:rsidRPr="00D75321" w:rsidRDefault="00882366" w:rsidP="00074601">
      <w:pPr>
        <w:jc w:val="center"/>
        <w:rPr>
          <w:rFonts w:ascii="Verdana" w:hAnsi="Verdana" w:cs="Verdana"/>
        </w:rPr>
      </w:pPr>
      <w:r w:rsidRPr="00D75321">
        <w:t>Prog.</w:t>
      </w:r>
      <w:r w:rsidRPr="00D75321">
        <w:rPr>
          <w:rFonts w:ascii="Verdana" w:hAnsi="Verdana" w:cs="Verdana"/>
        </w:rPr>
        <w:t xml:space="preserve"> C-5-FSEPAC_POR_CAMPANIA-2013-180</w:t>
      </w:r>
    </w:p>
    <w:p w:rsidR="00882366" w:rsidRPr="009C0DD2" w:rsidRDefault="00882366" w:rsidP="00074601">
      <w:pPr>
        <w:jc w:val="center"/>
        <w:rPr>
          <w:rFonts w:ascii="Verdana" w:hAnsi="Verdana" w:cs="Verdana"/>
        </w:rPr>
      </w:pPr>
      <w:r w:rsidRPr="00D75321">
        <w:rPr>
          <w:rFonts w:ascii="Verdana" w:hAnsi="Verdana" w:cs="Verdana"/>
        </w:rPr>
        <w:t xml:space="preserve"> </w:t>
      </w:r>
      <w:r w:rsidRPr="009C0DD2">
        <w:rPr>
          <w:rFonts w:ascii="Verdana" w:hAnsi="Verdana" w:cs="Verdana"/>
        </w:rPr>
        <w:t>“La ricerca come risorsa”</w:t>
      </w:r>
    </w:p>
    <w:p w:rsidR="00882366" w:rsidRDefault="00882366" w:rsidP="00074601">
      <w:pPr>
        <w:jc w:val="right"/>
        <w:rPr>
          <w:rFonts w:ascii="Verdana" w:hAnsi="Verdana" w:cs="Verdana"/>
          <w:sz w:val="20"/>
          <w:szCs w:val="20"/>
        </w:rPr>
      </w:pPr>
    </w:p>
    <w:tbl>
      <w:tblPr>
        <w:tblpPr w:leftFromText="141" w:rightFromText="141" w:vertAnchor="text" w:horzAnchor="page" w:tblpX="493" w:tblpY="32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70"/>
        <w:gridCol w:w="1148"/>
        <w:gridCol w:w="851"/>
        <w:gridCol w:w="5670"/>
        <w:gridCol w:w="4111"/>
        <w:gridCol w:w="1417"/>
      </w:tblGrid>
      <w:tr w:rsidR="00882366" w:rsidRPr="00074601">
        <w:trPr>
          <w:trHeight w:val="1480"/>
        </w:trPr>
        <w:tc>
          <w:tcPr>
            <w:tcW w:w="1370" w:type="dxa"/>
          </w:tcPr>
          <w:p w:rsidR="00882366" w:rsidRPr="00121245" w:rsidRDefault="00882366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docente</w:t>
            </w:r>
          </w:p>
        </w:tc>
        <w:tc>
          <w:tcPr>
            <w:tcW w:w="1148" w:type="dxa"/>
          </w:tcPr>
          <w:p w:rsidR="00882366" w:rsidRPr="00121245" w:rsidRDefault="00882366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Diploma di laurea</w:t>
            </w:r>
          </w:p>
        </w:tc>
        <w:tc>
          <w:tcPr>
            <w:tcW w:w="851" w:type="dxa"/>
          </w:tcPr>
          <w:p w:rsidR="00882366" w:rsidRPr="00121245" w:rsidRDefault="00882366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Altra laurea</w:t>
            </w:r>
          </w:p>
        </w:tc>
        <w:tc>
          <w:tcPr>
            <w:tcW w:w="5670" w:type="dxa"/>
          </w:tcPr>
          <w:p w:rsidR="00882366" w:rsidRPr="00121245" w:rsidRDefault="00882366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Esperienze professionali pregresse</w:t>
            </w:r>
          </w:p>
          <w:p w:rsidR="00882366" w:rsidRDefault="00882366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Facilitatore/valutatore/tutor </w:t>
            </w:r>
            <w:r w:rsidRPr="0096385D">
              <w:rPr>
                <w:rFonts w:ascii="Verdana" w:hAnsi="Verdana" w:cs="Verdana"/>
                <w:sz w:val="20"/>
                <w:szCs w:val="20"/>
              </w:rPr>
              <w:t>organizzativo</w:t>
            </w:r>
            <w:r>
              <w:rPr>
                <w:rFonts w:ascii="Verdana" w:hAnsi="Verdana" w:cs="Verdana"/>
                <w:sz w:val="20"/>
                <w:szCs w:val="20"/>
              </w:rPr>
              <w:t>/</w:t>
            </w:r>
            <w:r w:rsidRPr="0096385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21245">
              <w:rPr>
                <w:rFonts w:ascii="Verdana" w:hAnsi="Verdana" w:cs="Verdana"/>
                <w:sz w:val="20"/>
                <w:szCs w:val="20"/>
              </w:rPr>
              <w:t>collaudatore/attività di supporto tecnico-amm.vo in progetti POR-PON</w:t>
            </w:r>
          </w:p>
          <w:p w:rsidR="00882366" w:rsidRPr="00121245" w:rsidRDefault="00882366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p.2 per ogni esperienza, max p.20</w:t>
            </w:r>
          </w:p>
        </w:tc>
        <w:tc>
          <w:tcPr>
            <w:tcW w:w="4111" w:type="dxa"/>
          </w:tcPr>
          <w:p w:rsidR="00882366" w:rsidRPr="00121245" w:rsidRDefault="00882366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Certificazioni informatiche</w:t>
            </w:r>
          </w:p>
          <w:p w:rsidR="00882366" w:rsidRDefault="00882366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DD2">
              <w:rPr>
                <w:rFonts w:ascii="Verdana" w:hAnsi="Verdana" w:cs="Verdana"/>
                <w:sz w:val="20"/>
                <w:szCs w:val="20"/>
              </w:rPr>
              <w:t>ECDL-EIPASS-EUCIP-IC3-MOUS-CISCO-MICROSOFT</w:t>
            </w:r>
          </w:p>
          <w:p w:rsidR="00882366" w:rsidRPr="009C0DD2" w:rsidRDefault="00882366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p.1 per ogni attestato, max 5</w:t>
            </w:r>
            <w:r w:rsidRPr="009C0DD2">
              <w:rPr>
                <w:rFonts w:ascii="Verdana" w:hAnsi="Verdana" w:cs="Verdana"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</w:tcPr>
          <w:p w:rsidR="00882366" w:rsidRPr="00121245" w:rsidRDefault="00882366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totale</w:t>
            </w:r>
          </w:p>
        </w:tc>
      </w:tr>
      <w:tr w:rsidR="00882366" w:rsidRPr="00074601">
        <w:trPr>
          <w:trHeight w:val="55"/>
        </w:trPr>
        <w:tc>
          <w:tcPr>
            <w:tcW w:w="1370" w:type="dxa"/>
          </w:tcPr>
          <w:p w:rsidR="00882366" w:rsidRDefault="00882366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Scotto di Clemente Lucia</w:t>
            </w:r>
          </w:p>
        </w:tc>
        <w:tc>
          <w:tcPr>
            <w:tcW w:w="1148" w:type="dxa"/>
          </w:tcPr>
          <w:p w:rsidR="00882366" w:rsidRPr="009C0DD2" w:rsidRDefault="00882366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882366" w:rsidRPr="009C0DD2" w:rsidRDefault="00882366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882366" w:rsidRPr="009C0DD2" w:rsidRDefault="00882366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882366" w:rsidRPr="009C0DD2" w:rsidRDefault="00882366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82366" w:rsidRPr="009C0DD2" w:rsidRDefault="00882366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12</w:t>
            </w:r>
          </w:p>
        </w:tc>
      </w:tr>
      <w:tr w:rsidR="00882366" w:rsidRPr="00074601">
        <w:trPr>
          <w:trHeight w:val="49"/>
        </w:trPr>
        <w:tc>
          <w:tcPr>
            <w:tcW w:w="1370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D’Amato Angelina</w:t>
            </w:r>
          </w:p>
        </w:tc>
        <w:tc>
          <w:tcPr>
            <w:tcW w:w="1148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6,10</w:t>
            </w:r>
          </w:p>
        </w:tc>
        <w:tc>
          <w:tcPr>
            <w:tcW w:w="851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882366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8,10</w:t>
            </w:r>
          </w:p>
        </w:tc>
      </w:tr>
      <w:tr w:rsidR="00882366" w:rsidRPr="00074601">
        <w:trPr>
          <w:trHeight w:val="49"/>
        </w:trPr>
        <w:tc>
          <w:tcPr>
            <w:tcW w:w="1370" w:type="dxa"/>
          </w:tcPr>
          <w:p w:rsidR="00882366" w:rsidRDefault="00882366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De Santis Carmen</w:t>
            </w:r>
          </w:p>
        </w:tc>
        <w:tc>
          <w:tcPr>
            <w:tcW w:w="1148" w:type="dxa"/>
          </w:tcPr>
          <w:p w:rsidR="00882366" w:rsidRPr="009C0DD2" w:rsidRDefault="00882366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6,10</w:t>
            </w:r>
          </w:p>
        </w:tc>
        <w:tc>
          <w:tcPr>
            <w:tcW w:w="851" w:type="dxa"/>
          </w:tcPr>
          <w:p w:rsidR="00882366" w:rsidRPr="009C0DD2" w:rsidRDefault="00882366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882366" w:rsidRPr="009C0DD2" w:rsidRDefault="00882366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882366" w:rsidRPr="009C0DD2" w:rsidRDefault="00882366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882366" w:rsidRPr="009C0DD2" w:rsidRDefault="00882366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6,10</w:t>
            </w:r>
          </w:p>
        </w:tc>
      </w:tr>
      <w:tr w:rsidR="00882366" w:rsidRPr="00074601">
        <w:trPr>
          <w:trHeight w:val="55"/>
        </w:trPr>
        <w:tc>
          <w:tcPr>
            <w:tcW w:w="1370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Piano Maria Letizia</w:t>
            </w:r>
          </w:p>
        </w:tc>
        <w:tc>
          <w:tcPr>
            <w:tcW w:w="1148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4,90</w:t>
            </w:r>
          </w:p>
        </w:tc>
        <w:tc>
          <w:tcPr>
            <w:tcW w:w="851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4,90</w:t>
            </w:r>
          </w:p>
        </w:tc>
      </w:tr>
    </w:tbl>
    <w:p w:rsidR="00882366" w:rsidRPr="009C0DD2" w:rsidRDefault="00882366" w:rsidP="00074601">
      <w:pPr>
        <w:jc w:val="right"/>
        <w:rPr>
          <w:rFonts w:ascii="Verdana" w:hAnsi="Verdana" w:cs="Verdana"/>
          <w:sz w:val="20"/>
          <w:szCs w:val="20"/>
        </w:rPr>
      </w:pPr>
    </w:p>
    <w:p w:rsidR="00882366" w:rsidRPr="009C0DD2" w:rsidRDefault="00882366"/>
    <w:p w:rsidR="00882366" w:rsidRPr="009C0DD2" w:rsidRDefault="00882366"/>
    <w:p w:rsidR="00882366" w:rsidRPr="009C0DD2" w:rsidRDefault="00882366"/>
    <w:p w:rsidR="00882366" w:rsidRPr="009C0DD2" w:rsidRDefault="00882366"/>
    <w:p w:rsidR="00882366" w:rsidRPr="009C0DD2" w:rsidRDefault="00882366"/>
    <w:p w:rsidR="00882366" w:rsidRPr="009C0DD2" w:rsidRDefault="00882366"/>
    <w:p w:rsidR="00882366" w:rsidRPr="009C0DD2" w:rsidRDefault="00882366"/>
    <w:p w:rsidR="00882366" w:rsidRPr="009C0DD2" w:rsidRDefault="00882366"/>
    <w:p w:rsidR="00882366" w:rsidRPr="009C0DD2" w:rsidRDefault="00882366"/>
    <w:p w:rsidR="00882366" w:rsidRPr="009C0DD2" w:rsidRDefault="00882366"/>
    <w:p w:rsidR="00882366" w:rsidRPr="009C0DD2" w:rsidRDefault="00882366"/>
    <w:p w:rsidR="00882366" w:rsidRPr="00765BDB" w:rsidRDefault="00882366"/>
    <w:p w:rsidR="00882366" w:rsidRPr="00765BDB" w:rsidRDefault="00882366"/>
    <w:p w:rsidR="00882366" w:rsidRPr="00765BDB" w:rsidRDefault="00882366"/>
    <w:p w:rsidR="00882366" w:rsidRPr="00765BDB" w:rsidRDefault="00882366"/>
    <w:p w:rsidR="00882366" w:rsidRPr="00765BDB" w:rsidRDefault="00882366"/>
    <w:p w:rsidR="00882366" w:rsidRPr="00765BDB" w:rsidRDefault="00882366"/>
    <w:tbl>
      <w:tblPr>
        <w:tblpPr w:leftFromText="141" w:rightFromText="141" w:vertAnchor="text" w:horzAnchor="page" w:tblpX="388" w:tblpYSpec="inside"/>
        <w:tblW w:w="14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8"/>
        <w:gridCol w:w="1640"/>
        <w:gridCol w:w="1216"/>
        <w:gridCol w:w="2025"/>
        <w:gridCol w:w="3901"/>
        <w:gridCol w:w="2805"/>
        <w:gridCol w:w="1097"/>
      </w:tblGrid>
      <w:tr w:rsidR="00882366" w:rsidRPr="00765BDB">
        <w:trPr>
          <w:trHeight w:val="1398"/>
        </w:trPr>
        <w:tc>
          <w:tcPr>
            <w:tcW w:w="1958" w:type="dxa"/>
          </w:tcPr>
          <w:p w:rsidR="00882366" w:rsidRPr="00121245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Assistente amministrativo</w:t>
            </w:r>
          </w:p>
        </w:tc>
        <w:tc>
          <w:tcPr>
            <w:tcW w:w="1640" w:type="dxa"/>
          </w:tcPr>
          <w:p w:rsidR="00882366" w:rsidRPr="00121245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Diploma di istruzione secondaria di II grado</w:t>
            </w:r>
          </w:p>
        </w:tc>
        <w:tc>
          <w:tcPr>
            <w:tcW w:w="1216" w:type="dxa"/>
          </w:tcPr>
          <w:p w:rsidR="00882366" w:rsidRPr="00121245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 xml:space="preserve">Diploma di laurea </w:t>
            </w:r>
          </w:p>
        </w:tc>
        <w:tc>
          <w:tcPr>
            <w:tcW w:w="2025" w:type="dxa"/>
          </w:tcPr>
          <w:p w:rsidR="00882366" w:rsidRPr="00121245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Altro diploma di scuola secondaria di II grado</w:t>
            </w:r>
          </w:p>
        </w:tc>
        <w:tc>
          <w:tcPr>
            <w:tcW w:w="3901" w:type="dxa"/>
          </w:tcPr>
          <w:p w:rsidR="00882366" w:rsidRPr="00121245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Esperienze professionali pregresse</w:t>
            </w:r>
          </w:p>
          <w:p w:rsidR="00882366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 xml:space="preserve">Facilitatore/valutatore/tutor </w:t>
            </w:r>
            <w:r w:rsidRPr="0096385D">
              <w:rPr>
                <w:rFonts w:ascii="Verdana" w:hAnsi="Verdana" w:cs="Verdana"/>
                <w:sz w:val="20"/>
                <w:szCs w:val="20"/>
              </w:rPr>
              <w:t xml:space="preserve"> organizzativo </w:t>
            </w:r>
            <w:r w:rsidRPr="00121245">
              <w:rPr>
                <w:rFonts w:ascii="Verdana" w:hAnsi="Verdana" w:cs="Verdana"/>
                <w:sz w:val="20"/>
                <w:szCs w:val="20"/>
              </w:rPr>
              <w:t>/collaudatore/attività di supporto tecnico-amm.vo in progetti POR-PON</w:t>
            </w:r>
          </w:p>
          <w:p w:rsidR="00882366" w:rsidRPr="00121245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p.2 per ogni esperienza, max p.20</w:t>
            </w:r>
          </w:p>
        </w:tc>
        <w:tc>
          <w:tcPr>
            <w:tcW w:w="2805" w:type="dxa"/>
          </w:tcPr>
          <w:p w:rsidR="00882366" w:rsidRPr="00121245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Certificazioni informatiche</w:t>
            </w:r>
          </w:p>
          <w:p w:rsidR="00882366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ECDL-EIPASS-EUCIP-IC3-MOUS-CISCO-MICROSOFT</w:t>
            </w:r>
          </w:p>
          <w:p w:rsidR="00882366" w:rsidRPr="00121245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p.1 per ogni attestato, max 5</w:t>
            </w:r>
            <w:r w:rsidRPr="009C0DD2">
              <w:rPr>
                <w:rFonts w:ascii="Verdana" w:hAnsi="Verdana" w:cs="Verdana"/>
                <w:sz w:val="20"/>
                <w:szCs w:val="20"/>
              </w:rPr>
              <w:t xml:space="preserve">  </w:t>
            </w:r>
            <w:r w:rsidRPr="00121245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097" w:type="dxa"/>
          </w:tcPr>
          <w:p w:rsidR="00882366" w:rsidRPr="00121245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totale</w:t>
            </w:r>
          </w:p>
        </w:tc>
      </w:tr>
      <w:tr w:rsidR="00882366" w:rsidRPr="00765BDB">
        <w:trPr>
          <w:trHeight w:val="46"/>
        </w:trPr>
        <w:tc>
          <w:tcPr>
            <w:tcW w:w="1958" w:type="dxa"/>
          </w:tcPr>
          <w:p w:rsidR="00882366" w:rsidRPr="00121245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Cusimano Elena</w:t>
            </w:r>
          </w:p>
        </w:tc>
        <w:tc>
          <w:tcPr>
            <w:tcW w:w="1640" w:type="dxa"/>
          </w:tcPr>
          <w:p w:rsidR="00882366" w:rsidRPr="00121245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1216" w:type="dxa"/>
          </w:tcPr>
          <w:p w:rsidR="00882366" w:rsidRPr="00121245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025" w:type="dxa"/>
          </w:tcPr>
          <w:p w:rsidR="00882366" w:rsidRPr="00121245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901" w:type="dxa"/>
          </w:tcPr>
          <w:p w:rsidR="00882366" w:rsidRPr="00121245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805" w:type="dxa"/>
          </w:tcPr>
          <w:p w:rsidR="00882366" w:rsidRPr="00121245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1097" w:type="dxa"/>
          </w:tcPr>
          <w:p w:rsidR="00882366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15</w:t>
            </w:r>
          </w:p>
        </w:tc>
      </w:tr>
      <w:tr w:rsidR="00882366" w:rsidRPr="00765BDB">
        <w:trPr>
          <w:trHeight w:val="52"/>
        </w:trPr>
        <w:tc>
          <w:tcPr>
            <w:tcW w:w="1958" w:type="dxa"/>
          </w:tcPr>
          <w:p w:rsidR="00882366" w:rsidRPr="00121245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Romagnuolo Maria Rosaria</w:t>
            </w:r>
          </w:p>
        </w:tc>
        <w:tc>
          <w:tcPr>
            <w:tcW w:w="1640" w:type="dxa"/>
          </w:tcPr>
          <w:p w:rsidR="00882366" w:rsidRPr="00121245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4.99</w:t>
            </w:r>
          </w:p>
        </w:tc>
        <w:tc>
          <w:tcPr>
            <w:tcW w:w="1216" w:type="dxa"/>
          </w:tcPr>
          <w:p w:rsidR="00882366" w:rsidRPr="00121245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025" w:type="dxa"/>
          </w:tcPr>
          <w:p w:rsidR="00882366" w:rsidRPr="00121245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901" w:type="dxa"/>
          </w:tcPr>
          <w:p w:rsidR="00882366" w:rsidRPr="00121245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20</w:t>
            </w:r>
          </w:p>
        </w:tc>
        <w:tc>
          <w:tcPr>
            <w:tcW w:w="2805" w:type="dxa"/>
          </w:tcPr>
          <w:p w:rsidR="00882366" w:rsidRPr="00121245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1097" w:type="dxa"/>
          </w:tcPr>
          <w:p w:rsidR="00882366" w:rsidRDefault="00882366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32,99</w:t>
            </w:r>
          </w:p>
        </w:tc>
      </w:tr>
    </w:tbl>
    <w:p w:rsidR="00882366" w:rsidRPr="00765BDB" w:rsidRDefault="00882366"/>
    <w:p w:rsidR="00882366" w:rsidRDefault="00882366" w:rsidP="003009F1">
      <w:pPr>
        <w:jc w:val="center"/>
        <w:rPr>
          <w:b/>
          <w:bCs/>
        </w:rPr>
      </w:pPr>
    </w:p>
    <w:p w:rsidR="00882366" w:rsidRDefault="00882366" w:rsidP="003009F1">
      <w:pPr>
        <w:jc w:val="center"/>
        <w:rPr>
          <w:b/>
          <w:bCs/>
        </w:rPr>
      </w:pPr>
    </w:p>
    <w:p w:rsidR="00882366" w:rsidRDefault="00882366" w:rsidP="003009F1">
      <w:pPr>
        <w:jc w:val="center"/>
        <w:rPr>
          <w:b/>
          <w:bCs/>
        </w:rPr>
      </w:pPr>
    </w:p>
    <w:p w:rsidR="00882366" w:rsidRDefault="00882366" w:rsidP="003009F1">
      <w:pPr>
        <w:jc w:val="center"/>
        <w:rPr>
          <w:b/>
          <w:bCs/>
        </w:rPr>
      </w:pPr>
    </w:p>
    <w:p w:rsidR="00882366" w:rsidRDefault="00882366" w:rsidP="003009F1">
      <w:pPr>
        <w:jc w:val="center"/>
        <w:rPr>
          <w:b/>
          <w:bCs/>
        </w:rPr>
      </w:pPr>
    </w:p>
    <w:p w:rsidR="00882366" w:rsidRDefault="00882366" w:rsidP="003009F1">
      <w:pPr>
        <w:jc w:val="center"/>
        <w:rPr>
          <w:b/>
          <w:bCs/>
        </w:rPr>
      </w:pPr>
    </w:p>
    <w:p w:rsidR="00882366" w:rsidRDefault="00882366" w:rsidP="003009F1">
      <w:pPr>
        <w:jc w:val="center"/>
        <w:rPr>
          <w:b/>
          <w:bCs/>
        </w:rPr>
      </w:pPr>
    </w:p>
    <w:p w:rsidR="00882366" w:rsidRDefault="00882366" w:rsidP="003009F1">
      <w:pPr>
        <w:jc w:val="center"/>
        <w:rPr>
          <w:b/>
          <w:bCs/>
        </w:rPr>
      </w:pPr>
    </w:p>
    <w:p w:rsidR="00882366" w:rsidRDefault="00882366" w:rsidP="003009F1">
      <w:pPr>
        <w:jc w:val="center"/>
        <w:rPr>
          <w:b/>
          <w:bCs/>
        </w:rPr>
      </w:pPr>
    </w:p>
    <w:p w:rsidR="00882366" w:rsidRDefault="00882366" w:rsidP="00D75321">
      <w:pPr>
        <w:rPr>
          <w:b/>
          <w:bCs/>
        </w:rPr>
      </w:pPr>
    </w:p>
    <w:p w:rsidR="00882366" w:rsidRDefault="00882366" w:rsidP="00D90E34">
      <w:pPr>
        <w:jc w:val="right"/>
        <w:rPr>
          <w:b/>
          <w:bCs/>
        </w:rPr>
      </w:pPr>
      <w:r>
        <w:rPr>
          <w:b/>
          <w:bCs/>
        </w:rPr>
        <w:t>F.to Il Dirigente scolastico</w:t>
      </w:r>
    </w:p>
    <w:p w:rsidR="00882366" w:rsidRDefault="00882366" w:rsidP="00D90E34">
      <w:pPr>
        <w:jc w:val="right"/>
        <w:rPr>
          <w:b/>
          <w:bCs/>
        </w:rPr>
      </w:pPr>
      <w:r>
        <w:rPr>
          <w:b/>
          <w:bCs/>
        </w:rPr>
        <w:t>Dott. Tullio Faia</w:t>
      </w:r>
    </w:p>
    <w:p w:rsidR="00882366" w:rsidRDefault="00882366" w:rsidP="003009F1">
      <w:pPr>
        <w:jc w:val="center"/>
        <w:rPr>
          <w:b/>
          <w:bCs/>
        </w:rPr>
      </w:pPr>
    </w:p>
    <w:p w:rsidR="00882366" w:rsidRDefault="00882366" w:rsidP="00D75321">
      <w:r>
        <w:t>Prot.n.  3966 /C40  Avellino, 30 maggio 2015</w:t>
      </w:r>
    </w:p>
    <w:p w:rsidR="00882366" w:rsidRDefault="00882366" w:rsidP="003009F1">
      <w:pPr>
        <w:jc w:val="center"/>
        <w:rPr>
          <w:b/>
          <w:bCs/>
        </w:rPr>
      </w:pPr>
      <w:r w:rsidRPr="00DA33F1">
        <w:rPr>
          <w:b/>
          <w:bCs/>
        </w:rPr>
        <w:t>Graduatori</w:t>
      </w:r>
      <w:r>
        <w:rPr>
          <w:b/>
          <w:bCs/>
        </w:rPr>
        <w:t>a</w:t>
      </w:r>
      <w:r w:rsidRPr="00DA33F1">
        <w:rPr>
          <w:b/>
          <w:bCs/>
        </w:rPr>
        <w:t xml:space="preserve"> </w:t>
      </w:r>
      <w:r w:rsidRPr="007A7EB6">
        <w:rPr>
          <w:b/>
          <w:bCs/>
        </w:rPr>
        <w:t xml:space="preserve">definitiva </w:t>
      </w:r>
      <w:r>
        <w:rPr>
          <w:b/>
          <w:bCs/>
        </w:rPr>
        <w:t xml:space="preserve">tutor </w:t>
      </w:r>
      <w:r w:rsidRPr="00765BDB">
        <w:rPr>
          <w:b/>
          <w:bCs/>
        </w:rPr>
        <w:t xml:space="preserve">logistico/organizzativo </w:t>
      </w:r>
      <w:r>
        <w:rPr>
          <w:b/>
          <w:bCs/>
        </w:rPr>
        <w:t>PROFILO B</w:t>
      </w:r>
    </w:p>
    <w:p w:rsidR="00882366" w:rsidRPr="00DA33F1" w:rsidRDefault="00882366" w:rsidP="00076480">
      <w:pPr>
        <w:jc w:val="center"/>
        <w:rPr>
          <w:b/>
          <w:bCs/>
        </w:rPr>
      </w:pPr>
      <w:r w:rsidRPr="00DA33F1">
        <w:rPr>
          <w:b/>
          <w:bCs/>
        </w:rPr>
        <w:t>relativ</w:t>
      </w:r>
      <w:r>
        <w:rPr>
          <w:b/>
          <w:bCs/>
        </w:rPr>
        <w:t>a</w:t>
      </w:r>
      <w:r w:rsidRPr="00DA33F1">
        <w:rPr>
          <w:b/>
          <w:bCs/>
        </w:rPr>
        <w:t xml:space="preserve"> al bando prot.n. 3</w:t>
      </w:r>
      <w:r>
        <w:rPr>
          <w:b/>
          <w:bCs/>
        </w:rPr>
        <w:t>464</w:t>
      </w:r>
      <w:r w:rsidRPr="00DA33F1">
        <w:rPr>
          <w:b/>
          <w:bCs/>
        </w:rPr>
        <w:t xml:space="preserve">/C40 del </w:t>
      </w:r>
      <w:r>
        <w:rPr>
          <w:b/>
          <w:bCs/>
        </w:rPr>
        <w:t>1</w:t>
      </w:r>
      <w:r w:rsidRPr="00DA33F1">
        <w:rPr>
          <w:b/>
          <w:bCs/>
        </w:rPr>
        <w:t>1.0</w:t>
      </w:r>
      <w:r>
        <w:rPr>
          <w:b/>
          <w:bCs/>
        </w:rPr>
        <w:t>5</w:t>
      </w:r>
      <w:r w:rsidRPr="00DA33F1">
        <w:rPr>
          <w:b/>
          <w:bCs/>
        </w:rPr>
        <w:t>.2015</w:t>
      </w:r>
    </w:p>
    <w:p w:rsidR="00882366" w:rsidRDefault="00882366" w:rsidP="003009F1">
      <w:pPr>
        <w:jc w:val="center"/>
        <w:rPr>
          <w:rFonts w:ascii="Verdana" w:hAnsi="Verdana" w:cs="Verdana"/>
          <w:lang w:val="en-US"/>
        </w:rPr>
      </w:pPr>
      <w:r w:rsidRPr="007A7EB6">
        <w:rPr>
          <w:lang w:val="en-US"/>
        </w:rPr>
        <w:t>Prog.</w:t>
      </w:r>
      <w:r w:rsidRPr="007A7EB6">
        <w:rPr>
          <w:rFonts w:ascii="Verdana" w:hAnsi="Verdana" w:cs="Verdana"/>
          <w:lang w:val="en-US"/>
        </w:rPr>
        <w:t xml:space="preserve"> C-5-FS</w:t>
      </w:r>
      <w:r w:rsidRPr="00DA33F1">
        <w:rPr>
          <w:rFonts w:ascii="Verdana" w:hAnsi="Verdana" w:cs="Verdana"/>
          <w:lang w:val="en-US"/>
        </w:rPr>
        <w:t>EPAC_POR_CAMPANIA-2013-180</w:t>
      </w:r>
    </w:p>
    <w:p w:rsidR="00882366" w:rsidRPr="00076480" w:rsidRDefault="00882366" w:rsidP="00076480">
      <w:pPr>
        <w:jc w:val="center"/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 xml:space="preserve"> “Learning by doing – fare impresa”</w:t>
      </w:r>
    </w:p>
    <w:p w:rsidR="00882366" w:rsidRPr="009C0DD2" w:rsidRDefault="00882366">
      <w:pPr>
        <w:rPr>
          <w:lang w:val="en-GB"/>
        </w:rPr>
      </w:pPr>
    </w:p>
    <w:tbl>
      <w:tblPr>
        <w:tblpPr w:leftFromText="141" w:rightFromText="141" w:vertAnchor="text" w:horzAnchor="page" w:tblpX="493" w:tblpY="32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70"/>
        <w:gridCol w:w="1148"/>
        <w:gridCol w:w="851"/>
        <w:gridCol w:w="5670"/>
        <w:gridCol w:w="4111"/>
        <w:gridCol w:w="1842"/>
      </w:tblGrid>
      <w:tr w:rsidR="00882366" w:rsidRPr="00074601">
        <w:trPr>
          <w:trHeight w:val="1480"/>
        </w:trPr>
        <w:tc>
          <w:tcPr>
            <w:tcW w:w="1370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docente</w:t>
            </w:r>
          </w:p>
        </w:tc>
        <w:tc>
          <w:tcPr>
            <w:tcW w:w="1148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Diploma di laurea</w:t>
            </w:r>
          </w:p>
        </w:tc>
        <w:tc>
          <w:tcPr>
            <w:tcW w:w="851" w:type="dxa"/>
          </w:tcPr>
          <w:p w:rsidR="00882366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Altra laurea</w:t>
            </w:r>
          </w:p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D90E34">
              <w:rPr>
                <w:rFonts w:ascii="Verdana" w:hAnsi="Verdana" w:cs="Verdana"/>
                <w:sz w:val="20"/>
                <w:szCs w:val="20"/>
              </w:rPr>
              <w:t>Max p.3</w:t>
            </w:r>
          </w:p>
        </w:tc>
        <w:tc>
          <w:tcPr>
            <w:tcW w:w="5670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Esperienze professionali pregresse</w:t>
            </w:r>
          </w:p>
          <w:p w:rsidR="00882366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 xml:space="preserve">Facilitatore/valutatore/tutor </w:t>
            </w:r>
            <w:r>
              <w:rPr>
                <w:rFonts w:ascii="Verdana" w:hAnsi="Verdana" w:cs="Verdana"/>
                <w:sz w:val="20"/>
                <w:szCs w:val="20"/>
              </w:rPr>
              <w:t>organizzativo</w:t>
            </w:r>
            <w:r w:rsidRPr="00121245">
              <w:rPr>
                <w:rFonts w:ascii="Verdana" w:hAnsi="Verdana" w:cs="Verdana"/>
                <w:sz w:val="20"/>
                <w:szCs w:val="20"/>
              </w:rPr>
              <w:t>/collaudatore/attività di supporto tecnico-amm.vo in progetti POR-PON</w:t>
            </w:r>
          </w:p>
          <w:p w:rsidR="00882366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(negli ultimi 5 anni)</w:t>
            </w:r>
          </w:p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p.2 per ogni esperienza, max p.20</w:t>
            </w:r>
          </w:p>
        </w:tc>
        <w:tc>
          <w:tcPr>
            <w:tcW w:w="4111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Certificazioni informatiche</w:t>
            </w:r>
          </w:p>
          <w:p w:rsidR="00882366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DD2">
              <w:rPr>
                <w:rFonts w:ascii="Verdana" w:hAnsi="Verdana" w:cs="Verdana"/>
                <w:sz w:val="20"/>
                <w:szCs w:val="20"/>
              </w:rPr>
              <w:t>ECDL-EIPASS-EUCIP-IC3-MOUS-CISCO-MICROSOFT</w:t>
            </w:r>
          </w:p>
          <w:p w:rsidR="00882366" w:rsidRPr="009C0DD2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p.1 per ogni attestato, max 5</w:t>
            </w:r>
            <w:r w:rsidRPr="009C0DD2">
              <w:rPr>
                <w:rFonts w:ascii="Verdana" w:hAnsi="Verdana" w:cs="Verdana"/>
                <w:sz w:val="20"/>
                <w:szCs w:val="20"/>
              </w:rPr>
              <w:t xml:space="preserve">  </w:t>
            </w:r>
          </w:p>
        </w:tc>
        <w:tc>
          <w:tcPr>
            <w:tcW w:w="1842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Totale</w:t>
            </w:r>
          </w:p>
        </w:tc>
      </w:tr>
      <w:tr w:rsidR="00882366" w:rsidRPr="00074601">
        <w:trPr>
          <w:trHeight w:val="55"/>
        </w:trPr>
        <w:tc>
          <w:tcPr>
            <w:tcW w:w="1370" w:type="dxa"/>
          </w:tcPr>
          <w:p w:rsidR="00882366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Scotto di Clemente Lucia</w:t>
            </w:r>
          </w:p>
        </w:tc>
        <w:tc>
          <w:tcPr>
            <w:tcW w:w="1148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12</w:t>
            </w:r>
          </w:p>
        </w:tc>
      </w:tr>
      <w:tr w:rsidR="00882366" w:rsidRPr="00074601">
        <w:trPr>
          <w:trHeight w:val="49"/>
        </w:trPr>
        <w:tc>
          <w:tcPr>
            <w:tcW w:w="1370" w:type="dxa"/>
          </w:tcPr>
          <w:p w:rsidR="00882366" w:rsidRPr="009C0DD2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Casarella Rita</w:t>
            </w:r>
          </w:p>
        </w:tc>
        <w:tc>
          <w:tcPr>
            <w:tcW w:w="1148" w:type="dxa"/>
          </w:tcPr>
          <w:p w:rsidR="00882366" w:rsidRPr="009C0DD2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882366" w:rsidRPr="009C0DD2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882366" w:rsidRPr="009C0DD2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882366" w:rsidRPr="009C0DD2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882366" w:rsidRPr="009C0DD2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</w:tr>
      <w:tr w:rsidR="00882366" w:rsidRPr="00074601">
        <w:trPr>
          <w:trHeight w:val="55"/>
        </w:trPr>
        <w:tc>
          <w:tcPr>
            <w:tcW w:w="1370" w:type="dxa"/>
          </w:tcPr>
          <w:p w:rsidR="00882366" w:rsidRPr="009C0DD2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Mancini Antonella</w:t>
            </w:r>
          </w:p>
        </w:tc>
        <w:tc>
          <w:tcPr>
            <w:tcW w:w="1148" w:type="dxa"/>
          </w:tcPr>
          <w:p w:rsidR="00882366" w:rsidRPr="009C0DD2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6,10</w:t>
            </w:r>
          </w:p>
        </w:tc>
        <w:tc>
          <w:tcPr>
            <w:tcW w:w="851" w:type="dxa"/>
          </w:tcPr>
          <w:p w:rsidR="00882366" w:rsidRPr="009C0DD2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882366" w:rsidRPr="009C0DD2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882366" w:rsidRPr="009C0DD2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2" w:type="dxa"/>
          </w:tcPr>
          <w:p w:rsidR="00882366" w:rsidRPr="009C0DD2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8,10</w:t>
            </w:r>
          </w:p>
        </w:tc>
      </w:tr>
      <w:tr w:rsidR="00882366" w:rsidRPr="00074601">
        <w:trPr>
          <w:trHeight w:val="55"/>
        </w:trPr>
        <w:tc>
          <w:tcPr>
            <w:tcW w:w="1370" w:type="dxa"/>
          </w:tcPr>
          <w:p w:rsidR="00882366" w:rsidRPr="009C0DD2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D’Amato Angelina</w:t>
            </w:r>
          </w:p>
        </w:tc>
        <w:tc>
          <w:tcPr>
            <w:tcW w:w="1148" w:type="dxa"/>
          </w:tcPr>
          <w:p w:rsidR="00882366" w:rsidRPr="009C0DD2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6,10</w:t>
            </w:r>
          </w:p>
        </w:tc>
        <w:tc>
          <w:tcPr>
            <w:tcW w:w="851" w:type="dxa"/>
          </w:tcPr>
          <w:p w:rsidR="00882366" w:rsidRPr="009C0DD2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882366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  <w:p w:rsidR="00882366" w:rsidRPr="009C0DD2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882366" w:rsidRPr="009C0DD2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2" w:type="dxa"/>
          </w:tcPr>
          <w:p w:rsidR="00882366" w:rsidRPr="009C0DD2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8,10</w:t>
            </w:r>
          </w:p>
        </w:tc>
      </w:tr>
      <w:tr w:rsidR="00882366" w:rsidRPr="00074601">
        <w:trPr>
          <w:trHeight w:val="55"/>
        </w:trPr>
        <w:tc>
          <w:tcPr>
            <w:tcW w:w="1370" w:type="dxa"/>
          </w:tcPr>
          <w:p w:rsidR="00882366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De Santis Carmen</w:t>
            </w:r>
          </w:p>
        </w:tc>
        <w:tc>
          <w:tcPr>
            <w:tcW w:w="1148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6,10</w:t>
            </w:r>
          </w:p>
        </w:tc>
        <w:tc>
          <w:tcPr>
            <w:tcW w:w="851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2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6,10</w:t>
            </w:r>
          </w:p>
        </w:tc>
      </w:tr>
      <w:tr w:rsidR="00882366" w:rsidRPr="00074601">
        <w:trPr>
          <w:trHeight w:val="55"/>
        </w:trPr>
        <w:tc>
          <w:tcPr>
            <w:tcW w:w="1370" w:type="dxa"/>
          </w:tcPr>
          <w:p w:rsidR="00882366" w:rsidRPr="009C0DD2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Piano Maria Letizia</w:t>
            </w:r>
          </w:p>
        </w:tc>
        <w:tc>
          <w:tcPr>
            <w:tcW w:w="1148" w:type="dxa"/>
          </w:tcPr>
          <w:p w:rsidR="00882366" w:rsidRPr="009C0DD2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4,90</w:t>
            </w:r>
          </w:p>
        </w:tc>
        <w:tc>
          <w:tcPr>
            <w:tcW w:w="851" w:type="dxa"/>
          </w:tcPr>
          <w:p w:rsidR="00882366" w:rsidRPr="009C0DD2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882366" w:rsidRPr="009C0DD2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882366" w:rsidRPr="009C0DD2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2" w:type="dxa"/>
          </w:tcPr>
          <w:p w:rsidR="00882366" w:rsidRPr="009C0DD2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4,90</w:t>
            </w:r>
          </w:p>
        </w:tc>
      </w:tr>
    </w:tbl>
    <w:p w:rsidR="00882366" w:rsidRPr="009C0DD2" w:rsidRDefault="00882366" w:rsidP="00690CF0">
      <w:pPr>
        <w:jc w:val="right"/>
        <w:rPr>
          <w:rFonts w:ascii="Verdana" w:hAnsi="Verdana" w:cs="Verdana"/>
          <w:sz w:val="20"/>
          <w:szCs w:val="20"/>
        </w:rPr>
      </w:pPr>
    </w:p>
    <w:p w:rsidR="00882366" w:rsidRPr="009C0DD2" w:rsidRDefault="00882366" w:rsidP="00690CF0"/>
    <w:tbl>
      <w:tblPr>
        <w:tblpPr w:leftFromText="141" w:rightFromText="141" w:vertAnchor="text" w:horzAnchor="page" w:tblpX="493" w:tblpY="32"/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8"/>
        <w:gridCol w:w="1640"/>
        <w:gridCol w:w="1216"/>
        <w:gridCol w:w="2025"/>
        <w:gridCol w:w="3901"/>
        <w:gridCol w:w="2805"/>
        <w:gridCol w:w="1522"/>
      </w:tblGrid>
      <w:tr w:rsidR="00882366" w:rsidRPr="00765BDB">
        <w:trPr>
          <w:trHeight w:val="1398"/>
        </w:trPr>
        <w:tc>
          <w:tcPr>
            <w:tcW w:w="1958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Assistente amministrativo</w:t>
            </w:r>
          </w:p>
        </w:tc>
        <w:tc>
          <w:tcPr>
            <w:tcW w:w="1640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Diploma di istruzione secondaria di II grado</w:t>
            </w:r>
          </w:p>
        </w:tc>
        <w:tc>
          <w:tcPr>
            <w:tcW w:w="1216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 xml:space="preserve">Diploma di laurea </w:t>
            </w:r>
          </w:p>
        </w:tc>
        <w:tc>
          <w:tcPr>
            <w:tcW w:w="2025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Altro diploma di scuola secondaria di II grado</w:t>
            </w:r>
          </w:p>
        </w:tc>
        <w:tc>
          <w:tcPr>
            <w:tcW w:w="3901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Esperienze professionali pregresse</w:t>
            </w:r>
          </w:p>
          <w:p w:rsidR="00882366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 xml:space="preserve">Facilitatore/valutatore/tutor </w:t>
            </w:r>
            <w:r w:rsidRPr="0096385D">
              <w:rPr>
                <w:rFonts w:ascii="Verdana" w:hAnsi="Verdana" w:cs="Verdana"/>
                <w:sz w:val="20"/>
                <w:szCs w:val="20"/>
              </w:rPr>
              <w:t xml:space="preserve"> organizzativo </w:t>
            </w:r>
            <w:r w:rsidRPr="00121245">
              <w:rPr>
                <w:rFonts w:ascii="Verdana" w:hAnsi="Verdana" w:cs="Verdana"/>
                <w:sz w:val="20"/>
                <w:szCs w:val="20"/>
              </w:rPr>
              <w:t>/collaudatore/attività di supporto tecnico-amm.vo in progetti POR-PON</w:t>
            </w:r>
          </w:p>
          <w:p w:rsidR="00882366" w:rsidRDefault="00882366" w:rsidP="004255C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(negli ultimi 5 anni)</w:t>
            </w:r>
          </w:p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p.2 per ogni esperienza, max p.20</w:t>
            </w:r>
          </w:p>
        </w:tc>
        <w:tc>
          <w:tcPr>
            <w:tcW w:w="2805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Certificazioni informatiche</w:t>
            </w:r>
          </w:p>
          <w:p w:rsidR="00882366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ECDL-EIPASS-EUCIP-IC3-MOUS-CISCO-MICROSOFT</w:t>
            </w:r>
          </w:p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p.1 per ogni attestato, max 5</w:t>
            </w:r>
            <w:r w:rsidRPr="009C0DD2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21245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522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Totale</w:t>
            </w:r>
          </w:p>
        </w:tc>
      </w:tr>
      <w:tr w:rsidR="00882366" w:rsidRPr="00765BDB">
        <w:trPr>
          <w:trHeight w:val="52"/>
        </w:trPr>
        <w:tc>
          <w:tcPr>
            <w:tcW w:w="1958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Manzo Mirella</w:t>
            </w:r>
          </w:p>
        </w:tc>
        <w:tc>
          <w:tcPr>
            <w:tcW w:w="1640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4,49</w:t>
            </w:r>
          </w:p>
        </w:tc>
        <w:tc>
          <w:tcPr>
            <w:tcW w:w="1216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025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901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20</w:t>
            </w:r>
          </w:p>
        </w:tc>
        <w:tc>
          <w:tcPr>
            <w:tcW w:w="2805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522" w:type="dxa"/>
          </w:tcPr>
          <w:p w:rsidR="00882366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28,49</w:t>
            </w:r>
          </w:p>
        </w:tc>
      </w:tr>
      <w:tr w:rsidR="00882366" w:rsidRPr="00765BDB">
        <w:trPr>
          <w:trHeight w:val="46"/>
        </w:trPr>
        <w:tc>
          <w:tcPr>
            <w:tcW w:w="1958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Cusimano Elena</w:t>
            </w:r>
          </w:p>
        </w:tc>
        <w:tc>
          <w:tcPr>
            <w:tcW w:w="1640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1216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025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901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805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1522" w:type="dxa"/>
          </w:tcPr>
          <w:p w:rsidR="00882366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15</w:t>
            </w:r>
          </w:p>
        </w:tc>
      </w:tr>
    </w:tbl>
    <w:p w:rsidR="00882366" w:rsidRPr="009C0DD2" w:rsidRDefault="00882366">
      <w:pPr>
        <w:rPr>
          <w:lang w:val="en-GB"/>
        </w:rPr>
      </w:pPr>
    </w:p>
    <w:p w:rsidR="00882366" w:rsidRDefault="00882366" w:rsidP="00076480">
      <w:pPr>
        <w:jc w:val="right"/>
        <w:rPr>
          <w:b/>
          <w:bCs/>
        </w:rPr>
      </w:pPr>
      <w:r>
        <w:rPr>
          <w:b/>
          <w:bCs/>
        </w:rPr>
        <w:t>F. to Il Dirigente scolastico</w:t>
      </w:r>
    </w:p>
    <w:p w:rsidR="00882366" w:rsidRDefault="00882366" w:rsidP="00076480">
      <w:pPr>
        <w:jc w:val="right"/>
        <w:rPr>
          <w:b/>
          <w:bCs/>
        </w:rPr>
      </w:pPr>
      <w:r>
        <w:rPr>
          <w:b/>
          <w:bCs/>
        </w:rPr>
        <w:t>Dott. Tullio Faia</w:t>
      </w:r>
    </w:p>
    <w:p w:rsidR="00882366" w:rsidRPr="004766BB" w:rsidRDefault="00882366" w:rsidP="00076480">
      <w:pPr>
        <w:jc w:val="right"/>
      </w:pPr>
    </w:p>
    <w:p w:rsidR="00882366" w:rsidRPr="004766BB" w:rsidRDefault="00882366"/>
    <w:p w:rsidR="00882366" w:rsidRDefault="00882366" w:rsidP="00D75321">
      <w:r>
        <w:t>Prot.n.  3966 /C40  Avellino, 30 maggio 2015</w:t>
      </w:r>
    </w:p>
    <w:p w:rsidR="00882366" w:rsidRPr="009C0DD2" w:rsidRDefault="00882366"/>
    <w:p w:rsidR="00882366" w:rsidRDefault="00882366" w:rsidP="003009F1">
      <w:pPr>
        <w:jc w:val="center"/>
        <w:rPr>
          <w:b/>
          <w:bCs/>
        </w:rPr>
      </w:pPr>
      <w:r w:rsidRPr="00DA33F1">
        <w:rPr>
          <w:b/>
          <w:bCs/>
        </w:rPr>
        <w:t>Graduatori</w:t>
      </w:r>
      <w:r>
        <w:rPr>
          <w:b/>
          <w:bCs/>
        </w:rPr>
        <w:t>a</w:t>
      </w:r>
      <w:r w:rsidRPr="00DA33F1">
        <w:rPr>
          <w:b/>
          <w:bCs/>
        </w:rPr>
        <w:t xml:space="preserve"> </w:t>
      </w:r>
      <w:r w:rsidRPr="007A7EB6">
        <w:rPr>
          <w:b/>
          <w:bCs/>
        </w:rPr>
        <w:t>definitiva</w:t>
      </w:r>
      <w:bookmarkStart w:id="0" w:name="_GoBack"/>
      <w:bookmarkEnd w:id="0"/>
      <w:r w:rsidRPr="00DA33F1">
        <w:rPr>
          <w:b/>
          <w:bCs/>
        </w:rPr>
        <w:t xml:space="preserve"> </w:t>
      </w:r>
      <w:r>
        <w:rPr>
          <w:b/>
          <w:bCs/>
        </w:rPr>
        <w:t>tutor logistico/organizzativo PROFILO B</w:t>
      </w:r>
    </w:p>
    <w:p w:rsidR="00882366" w:rsidRDefault="00882366" w:rsidP="003009F1">
      <w:pPr>
        <w:jc w:val="center"/>
        <w:rPr>
          <w:b/>
          <w:bCs/>
        </w:rPr>
      </w:pPr>
      <w:r w:rsidRPr="00DA33F1">
        <w:rPr>
          <w:b/>
          <w:bCs/>
        </w:rPr>
        <w:t>relativ</w:t>
      </w:r>
      <w:r>
        <w:rPr>
          <w:b/>
          <w:bCs/>
        </w:rPr>
        <w:t>a</w:t>
      </w:r>
      <w:r w:rsidRPr="00DA33F1">
        <w:rPr>
          <w:b/>
          <w:bCs/>
        </w:rPr>
        <w:t xml:space="preserve"> al bando prot.n. 3</w:t>
      </w:r>
      <w:r>
        <w:rPr>
          <w:b/>
          <w:bCs/>
        </w:rPr>
        <w:t>464</w:t>
      </w:r>
      <w:r w:rsidRPr="00DA33F1">
        <w:rPr>
          <w:b/>
          <w:bCs/>
        </w:rPr>
        <w:t xml:space="preserve">/C40 del </w:t>
      </w:r>
      <w:r>
        <w:rPr>
          <w:b/>
          <w:bCs/>
        </w:rPr>
        <w:t>1</w:t>
      </w:r>
      <w:r w:rsidRPr="00DA33F1">
        <w:rPr>
          <w:b/>
          <w:bCs/>
        </w:rPr>
        <w:t>1.0</w:t>
      </w:r>
      <w:r>
        <w:rPr>
          <w:b/>
          <w:bCs/>
        </w:rPr>
        <w:t>5</w:t>
      </w:r>
      <w:r w:rsidRPr="00DA33F1">
        <w:rPr>
          <w:b/>
          <w:bCs/>
        </w:rPr>
        <w:t>.2015</w:t>
      </w:r>
    </w:p>
    <w:p w:rsidR="00882366" w:rsidRPr="00DA33F1" w:rsidRDefault="00882366" w:rsidP="003009F1">
      <w:pPr>
        <w:jc w:val="center"/>
        <w:rPr>
          <w:b/>
          <w:bCs/>
        </w:rPr>
      </w:pPr>
    </w:p>
    <w:p w:rsidR="00882366" w:rsidRPr="00D75321" w:rsidRDefault="00882366" w:rsidP="003009F1">
      <w:pPr>
        <w:jc w:val="center"/>
        <w:rPr>
          <w:rFonts w:ascii="Verdana" w:hAnsi="Verdana" w:cs="Verdana"/>
        </w:rPr>
      </w:pPr>
      <w:r w:rsidRPr="00D75321">
        <w:t>Prog.</w:t>
      </w:r>
      <w:r w:rsidRPr="00D75321">
        <w:rPr>
          <w:rFonts w:ascii="Verdana" w:hAnsi="Verdana" w:cs="Verdana"/>
        </w:rPr>
        <w:t xml:space="preserve"> C-5-FSEPAC_POR_CAMPANIA-2013-180</w:t>
      </w:r>
    </w:p>
    <w:p w:rsidR="00882366" w:rsidRPr="00076480" w:rsidRDefault="00882366" w:rsidP="00076480">
      <w:pPr>
        <w:jc w:val="center"/>
        <w:rPr>
          <w:rFonts w:ascii="Verdana" w:hAnsi="Verdana" w:cs="Verdana"/>
        </w:rPr>
      </w:pPr>
      <w:r w:rsidRPr="00D75321">
        <w:rPr>
          <w:rFonts w:ascii="Verdana" w:hAnsi="Verdana" w:cs="Verdana"/>
        </w:rPr>
        <w:t xml:space="preserve"> </w:t>
      </w:r>
      <w:r w:rsidRPr="009C0DD2">
        <w:rPr>
          <w:rFonts w:ascii="Verdana" w:hAnsi="Verdana" w:cs="Verdana"/>
        </w:rPr>
        <w:t>“L’impresa del restauro”</w:t>
      </w:r>
    </w:p>
    <w:p w:rsidR="00882366" w:rsidRDefault="00882366"/>
    <w:tbl>
      <w:tblPr>
        <w:tblpPr w:leftFromText="141" w:rightFromText="141" w:vertAnchor="text" w:horzAnchor="page" w:tblpX="493" w:tblpY="32"/>
        <w:tblW w:w="14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6"/>
        <w:gridCol w:w="1148"/>
        <w:gridCol w:w="851"/>
        <w:gridCol w:w="5670"/>
        <w:gridCol w:w="4111"/>
        <w:gridCol w:w="1417"/>
      </w:tblGrid>
      <w:tr w:rsidR="00882366" w:rsidRPr="00074601">
        <w:trPr>
          <w:trHeight w:val="1480"/>
        </w:trPr>
        <w:tc>
          <w:tcPr>
            <w:tcW w:w="1526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docente</w:t>
            </w:r>
          </w:p>
        </w:tc>
        <w:tc>
          <w:tcPr>
            <w:tcW w:w="1148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Diploma di laurea</w:t>
            </w:r>
          </w:p>
        </w:tc>
        <w:tc>
          <w:tcPr>
            <w:tcW w:w="851" w:type="dxa"/>
          </w:tcPr>
          <w:p w:rsidR="00882366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Altra laurea</w:t>
            </w:r>
          </w:p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Max p.3</w:t>
            </w:r>
          </w:p>
        </w:tc>
        <w:tc>
          <w:tcPr>
            <w:tcW w:w="5670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Esperienze professionali pregresse</w:t>
            </w:r>
          </w:p>
          <w:p w:rsidR="00882366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 xml:space="preserve">Facilitatore/valutatore/tutor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organizzativo/</w:t>
            </w:r>
            <w:r w:rsidRPr="00121245">
              <w:rPr>
                <w:rFonts w:ascii="Verdana" w:hAnsi="Verdana" w:cs="Verdana"/>
                <w:sz w:val="20"/>
                <w:szCs w:val="20"/>
              </w:rPr>
              <w:t xml:space="preserve"> collaudatore/attività di supporto tecnico-amm.vo in progetti POR-PON</w:t>
            </w:r>
          </w:p>
          <w:p w:rsidR="00882366" w:rsidRDefault="00882366" w:rsidP="004255C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(negli ultimi 5 anni)</w:t>
            </w:r>
          </w:p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p.2 per ogni esperienza, max p.20 </w:t>
            </w:r>
          </w:p>
        </w:tc>
        <w:tc>
          <w:tcPr>
            <w:tcW w:w="4111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Certificazioni informatiche</w:t>
            </w:r>
          </w:p>
          <w:p w:rsidR="00882366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DD2">
              <w:rPr>
                <w:rFonts w:ascii="Verdana" w:hAnsi="Verdana" w:cs="Verdana"/>
                <w:sz w:val="20"/>
                <w:szCs w:val="20"/>
              </w:rPr>
              <w:t>ECDL-EIPASS-EUCIP-IC3-MOUS-CISCO-MICROSOFT</w:t>
            </w:r>
          </w:p>
          <w:p w:rsidR="00882366" w:rsidRPr="009C0DD2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p.1 per ogni attestato, max 5</w:t>
            </w:r>
            <w:r w:rsidRPr="009C0DD2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882366" w:rsidRPr="00121245" w:rsidRDefault="00882366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Totale</w:t>
            </w:r>
          </w:p>
        </w:tc>
      </w:tr>
      <w:tr w:rsidR="00882366" w:rsidRPr="00074601">
        <w:trPr>
          <w:trHeight w:val="55"/>
        </w:trPr>
        <w:tc>
          <w:tcPr>
            <w:tcW w:w="1526" w:type="dxa"/>
          </w:tcPr>
          <w:p w:rsidR="00882366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Scotto </w:t>
            </w:r>
          </w:p>
          <w:p w:rsidR="00882366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di Clemente Lucia</w:t>
            </w:r>
          </w:p>
        </w:tc>
        <w:tc>
          <w:tcPr>
            <w:tcW w:w="1148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12</w:t>
            </w:r>
          </w:p>
        </w:tc>
      </w:tr>
      <w:tr w:rsidR="00882366" w:rsidRPr="00074601">
        <w:trPr>
          <w:trHeight w:val="49"/>
        </w:trPr>
        <w:tc>
          <w:tcPr>
            <w:tcW w:w="1526" w:type="dxa"/>
          </w:tcPr>
          <w:p w:rsidR="00882366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Casarella</w:t>
            </w:r>
          </w:p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Rita </w:t>
            </w:r>
          </w:p>
        </w:tc>
        <w:tc>
          <w:tcPr>
            <w:tcW w:w="1148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</w:tr>
      <w:tr w:rsidR="00882366" w:rsidRPr="00074601">
        <w:trPr>
          <w:trHeight w:val="55"/>
        </w:trPr>
        <w:tc>
          <w:tcPr>
            <w:tcW w:w="1526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Piano Maria Letizia</w:t>
            </w:r>
          </w:p>
        </w:tc>
        <w:tc>
          <w:tcPr>
            <w:tcW w:w="1148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4,90</w:t>
            </w:r>
          </w:p>
        </w:tc>
        <w:tc>
          <w:tcPr>
            <w:tcW w:w="851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882366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882366" w:rsidRPr="009C0DD2" w:rsidRDefault="00882366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4,90</w:t>
            </w:r>
          </w:p>
        </w:tc>
      </w:tr>
    </w:tbl>
    <w:p w:rsidR="00882366" w:rsidRPr="009C0DD2" w:rsidRDefault="00882366" w:rsidP="00690CF0">
      <w:pPr>
        <w:jc w:val="right"/>
        <w:rPr>
          <w:rFonts w:ascii="Verdana" w:hAnsi="Verdana" w:cs="Verdana"/>
          <w:sz w:val="20"/>
          <w:szCs w:val="20"/>
        </w:rPr>
      </w:pPr>
    </w:p>
    <w:p w:rsidR="00882366" w:rsidRPr="009C0DD2" w:rsidRDefault="00882366" w:rsidP="00690CF0"/>
    <w:p w:rsidR="00882366" w:rsidRPr="009C0DD2" w:rsidRDefault="00882366" w:rsidP="00690CF0"/>
    <w:p w:rsidR="00882366" w:rsidRPr="009C0DD2" w:rsidRDefault="00882366" w:rsidP="00690CF0"/>
    <w:p w:rsidR="00882366" w:rsidRPr="009C0DD2" w:rsidRDefault="00882366" w:rsidP="00690CF0"/>
    <w:p w:rsidR="00882366" w:rsidRPr="009C0DD2" w:rsidRDefault="00882366" w:rsidP="00690CF0"/>
    <w:p w:rsidR="00882366" w:rsidRPr="009C0DD2" w:rsidRDefault="00882366" w:rsidP="00690CF0"/>
    <w:p w:rsidR="00882366" w:rsidRPr="009C0DD2" w:rsidRDefault="00882366" w:rsidP="00690CF0"/>
    <w:p w:rsidR="00882366" w:rsidRPr="009C0DD2" w:rsidRDefault="00882366" w:rsidP="00690CF0"/>
    <w:p w:rsidR="00882366" w:rsidRPr="009C0DD2" w:rsidRDefault="00882366" w:rsidP="00690CF0"/>
    <w:p w:rsidR="00882366" w:rsidRPr="009C0DD2" w:rsidRDefault="00882366" w:rsidP="00690CF0"/>
    <w:p w:rsidR="00882366" w:rsidRPr="009C0DD2" w:rsidRDefault="00882366" w:rsidP="00690CF0"/>
    <w:tbl>
      <w:tblPr>
        <w:tblpPr w:leftFromText="141" w:rightFromText="141" w:vertAnchor="text" w:horzAnchor="page" w:tblpX="493" w:tblpY="992"/>
        <w:tblW w:w="14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8"/>
        <w:gridCol w:w="1640"/>
        <w:gridCol w:w="1216"/>
        <w:gridCol w:w="1531"/>
        <w:gridCol w:w="4111"/>
        <w:gridCol w:w="2805"/>
        <w:gridCol w:w="1381"/>
      </w:tblGrid>
      <w:tr w:rsidR="00882366" w:rsidRPr="00765BDB">
        <w:trPr>
          <w:trHeight w:val="1398"/>
        </w:trPr>
        <w:tc>
          <w:tcPr>
            <w:tcW w:w="1958" w:type="dxa"/>
          </w:tcPr>
          <w:p w:rsidR="00882366" w:rsidRPr="00121245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Assistente amministrativo</w:t>
            </w:r>
          </w:p>
        </w:tc>
        <w:tc>
          <w:tcPr>
            <w:tcW w:w="1640" w:type="dxa"/>
          </w:tcPr>
          <w:p w:rsidR="00882366" w:rsidRPr="00121245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Diploma di istruzione secondaria di II grado</w:t>
            </w:r>
          </w:p>
        </w:tc>
        <w:tc>
          <w:tcPr>
            <w:tcW w:w="1216" w:type="dxa"/>
          </w:tcPr>
          <w:p w:rsidR="00882366" w:rsidRPr="00121245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 xml:space="preserve">Diploma di laurea </w:t>
            </w:r>
          </w:p>
        </w:tc>
        <w:tc>
          <w:tcPr>
            <w:tcW w:w="1531" w:type="dxa"/>
          </w:tcPr>
          <w:p w:rsidR="00882366" w:rsidRPr="00121245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Altro diploma di scuola secondaria di II grado</w:t>
            </w:r>
          </w:p>
        </w:tc>
        <w:tc>
          <w:tcPr>
            <w:tcW w:w="4111" w:type="dxa"/>
          </w:tcPr>
          <w:p w:rsidR="00882366" w:rsidRPr="00121245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Esperienze professionali pregresse</w:t>
            </w:r>
          </w:p>
          <w:p w:rsidR="00882366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 xml:space="preserve">Facilitatore/valutatore/tutor </w:t>
            </w:r>
            <w:r w:rsidRPr="0096385D">
              <w:rPr>
                <w:rFonts w:ascii="Verdana" w:hAnsi="Verdana" w:cs="Verdana"/>
                <w:sz w:val="20"/>
                <w:szCs w:val="20"/>
              </w:rPr>
              <w:t xml:space="preserve"> organizzativo</w:t>
            </w:r>
            <w:r>
              <w:rPr>
                <w:rFonts w:ascii="Verdana" w:hAnsi="Verdana" w:cs="Verdana"/>
                <w:sz w:val="20"/>
                <w:szCs w:val="20"/>
              </w:rPr>
              <w:t>/</w:t>
            </w:r>
            <w:r w:rsidRPr="0096385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21245">
              <w:rPr>
                <w:rFonts w:ascii="Verdana" w:hAnsi="Verdana" w:cs="Verdana"/>
                <w:sz w:val="20"/>
                <w:szCs w:val="20"/>
              </w:rPr>
              <w:t>collaudatore/attività di supporto tecnico-amm.vo in progetti POR-PON</w:t>
            </w:r>
          </w:p>
          <w:p w:rsidR="00882366" w:rsidRDefault="00882366" w:rsidP="004255C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(negli ultimi 5 anni)</w:t>
            </w:r>
          </w:p>
          <w:p w:rsidR="00882366" w:rsidRPr="00121245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FA602E">
              <w:rPr>
                <w:rFonts w:ascii="Verdana" w:hAnsi="Verdana" w:cs="Verdana"/>
                <w:sz w:val="20"/>
                <w:szCs w:val="20"/>
              </w:rPr>
              <w:t>p.2 per ogni esperienza, max p.20</w:t>
            </w:r>
          </w:p>
        </w:tc>
        <w:tc>
          <w:tcPr>
            <w:tcW w:w="2805" w:type="dxa"/>
          </w:tcPr>
          <w:p w:rsidR="00882366" w:rsidRPr="00121245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Certificazioni informatiche</w:t>
            </w:r>
          </w:p>
          <w:p w:rsidR="00882366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ECDL-EIPASS-EUCIP-IC3-MOUS-CISCO-MICROSOFT</w:t>
            </w:r>
          </w:p>
          <w:p w:rsidR="00882366" w:rsidRPr="00121245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p.1 per ogni attestato, max 5</w:t>
            </w:r>
            <w:r w:rsidRPr="00121245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381" w:type="dxa"/>
          </w:tcPr>
          <w:p w:rsidR="00882366" w:rsidRPr="00121245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Totale</w:t>
            </w:r>
          </w:p>
        </w:tc>
      </w:tr>
      <w:tr w:rsidR="00882366" w:rsidRPr="00765BDB">
        <w:trPr>
          <w:trHeight w:val="46"/>
        </w:trPr>
        <w:tc>
          <w:tcPr>
            <w:tcW w:w="1958" w:type="dxa"/>
          </w:tcPr>
          <w:p w:rsidR="00882366" w:rsidRPr="00121245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Manzo Mirella</w:t>
            </w:r>
          </w:p>
        </w:tc>
        <w:tc>
          <w:tcPr>
            <w:tcW w:w="1640" w:type="dxa"/>
          </w:tcPr>
          <w:p w:rsidR="00882366" w:rsidRPr="00121245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4,49</w:t>
            </w:r>
          </w:p>
        </w:tc>
        <w:tc>
          <w:tcPr>
            <w:tcW w:w="1216" w:type="dxa"/>
          </w:tcPr>
          <w:p w:rsidR="00882366" w:rsidRPr="00121245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31" w:type="dxa"/>
          </w:tcPr>
          <w:p w:rsidR="00882366" w:rsidRPr="00121245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882366" w:rsidRPr="00121245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20</w:t>
            </w:r>
          </w:p>
        </w:tc>
        <w:tc>
          <w:tcPr>
            <w:tcW w:w="2805" w:type="dxa"/>
          </w:tcPr>
          <w:p w:rsidR="00882366" w:rsidRPr="00121245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381" w:type="dxa"/>
          </w:tcPr>
          <w:p w:rsidR="00882366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28,49</w:t>
            </w:r>
          </w:p>
        </w:tc>
      </w:tr>
      <w:tr w:rsidR="00882366" w:rsidRPr="00765BDB">
        <w:trPr>
          <w:trHeight w:val="52"/>
        </w:trPr>
        <w:tc>
          <w:tcPr>
            <w:tcW w:w="1958" w:type="dxa"/>
          </w:tcPr>
          <w:p w:rsidR="00882366" w:rsidRPr="00121245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Romagnuolo Maria Rosaria</w:t>
            </w:r>
          </w:p>
        </w:tc>
        <w:tc>
          <w:tcPr>
            <w:tcW w:w="1640" w:type="dxa"/>
          </w:tcPr>
          <w:p w:rsidR="00882366" w:rsidRPr="00121245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4,99</w:t>
            </w:r>
          </w:p>
        </w:tc>
        <w:tc>
          <w:tcPr>
            <w:tcW w:w="1216" w:type="dxa"/>
          </w:tcPr>
          <w:p w:rsidR="00882366" w:rsidRPr="00121245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1531" w:type="dxa"/>
          </w:tcPr>
          <w:p w:rsidR="00882366" w:rsidRPr="00121245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882366" w:rsidRPr="00121245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20</w:t>
            </w:r>
          </w:p>
        </w:tc>
        <w:tc>
          <w:tcPr>
            <w:tcW w:w="2805" w:type="dxa"/>
          </w:tcPr>
          <w:p w:rsidR="00882366" w:rsidRPr="00121245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1381" w:type="dxa"/>
          </w:tcPr>
          <w:p w:rsidR="00882366" w:rsidRDefault="00882366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32,99</w:t>
            </w:r>
          </w:p>
        </w:tc>
      </w:tr>
    </w:tbl>
    <w:p w:rsidR="00882366" w:rsidRDefault="00882366"/>
    <w:p w:rsidR="00882366" w:rsidRDefault="00882366"/>
    <w:p w:rsidR="00882366" w:rsidRDefault="00882366"/>
    <w:p w:rsidR="00882366" w:rsidRDefault="00882366"/>
    <w:p w:rsidR="00882366" w:rsidRDefault="00882366"/>
    <w:p w:rsidR="00882366" w:rsidRDefault="00882366"/>
    <w:p w:rsidR="00882366" w:rsidRDefault="00882366"/>
    <w:p w:rsidR="00882366" w:rsidRDefault="00882366"/>
    <w:p w:rsidR="00882366" w:rsidRDefault="00882366"/>
    <w:p w:rsidR="00882366" w:rsidRDefault="00882366"/>
    <w:p w:rsidR="00882366" w:rsidRDefault="00882366"/>
    <w:p w:rsidR="00882366" w:rsidRDefault="00882366"/>
    <w:p w:rsidR="00882366" w:rsidRDefault="00882366"/>
    <w:p w:rsidR="00882366" w:rsidRDefault="00882366"/>
    <w:p w:rsidR="00882366" w:rsidRDefault="00882366" w:rsidP="00076480">
      <w:pPr>
        <w:jc w:val="right"/>
        <w:rPr>
          <w:b/>
          <w:bCs/>
        </w:rPr>
      </w:pPr>
      <w:r>
        <w:rPr>
          <w:b/>
          <w:bCs/>
        </w:rPr>
        <w:t>F.to Il Dirigente scolastico</w:t>
      </w:r>
    </w:p>
    <w:p w:rsidR="00882366" w:rsidRDefault="00882366" w:rsidP="00076480">
      <w:pPr>
        <w:jc w:val="right"/>
        <w:rPr>
          <w:b/>
          <w:bCs/>
        </w:rPr>
      </w:pPr>
      <w:r>
        <w:rPr>
          <w:b/>
          <w:bCs/>
        </w:rPr>
        <w:t>Dott. Tullio Faia</w:t>
      </w:r>
    </w:p>
    <w:p w:rsidR="00882366" w:rsidRPr="003009F1" w:rsidRDefault="00882366"/>
    <w:sectPr w:rsidR="00882366" w:rsidRPr="003009F1" w:rsidSect="00D90E34">
      <w:pgSz w:w="16838" w:h="11906" w:orient="landscape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4601"/>
    <w:rsid w:val="00070549"/>
    <w:rsid w:val="00074601"/>
    <w:rsid w:val="00076480"/>
    <w:rsid w:val="000F0B49"/>
    <w:rsid w:val="000F5F75"/>
    <w:rsid w:val="00121245"/>
    <w:rsid w:val="001D22FF"/>
    <w:rsid w:val="003009F1"/>
    <w:rsid w:val="00362C14"/>
    <w:rsid w:val="00391482"/>
    <w:rsid w:val="003C04AA"/>
    <w:rsid w:val="004255C4"/>
    <w:rsid w:val="004766BB"/>
    <w:rsid w:val="00690CF0"/>
    <w:rsid w:val="006F035C"/>
    <w:rsid w:val="007145F9"/>
    <w:rsid w:val="00744DBD"/>
    <w:rsid w:val="00762E2E"/>
    <w:rsid w:val="00765BDB"/>
    <w:rsid w:val="007A7EB6"/>
    <w:rsid w:val="007D69C4"/>
    <w:rsid w:val="00882366"/>
    <w:rsid w:val="0088744E"/>
    <w:rsid w:val="008D05CC"/>
    <w:rsid w:val="0091441C"/>
    <w:rsid w:val="0096385D"/>
    <w:rsid w:val="009B5349"/>
    <w:rsid w:val="009C0DD2"/>
    <w:rsid w:val="009D6953"/>
    <w:rsid w:val="00A5444F"/>
    <w:rsid w:val="00AB312E"/>
    <w:rsid w:val="00B5618F"/>
    <w:rsid w:val="00B65BF7"/>
    <w:rsid w:val="00C2771A"/>
    <w:rsid w:val="00C34D63"/>
    <w:rsid w:val="00CA02A7"/>
    <w:rsid w:val="00CF72CC"/>
    <w:rsid w:val="00D03640"/>
    <w:rsid w:val="00D75321"/>
    <w:rsid w:val="00D857DF"/>
    <w:rsid w:val="00D90E34"/>
    <w:rsid w:val="00DA33F1"/>
    <w:rsid w:val="00F121B9"/>
    <w:rsid w:val="00F960B2"/>
    <w:rsid w:val="00FA602E"/>
    <w:rsid w:val="00FE3455"/>
    <w:rsid w:val="00FF3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60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7460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5618F"/>
    <w:rPr>
      <w:rFonts w:eastAsia="Calibri"/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7DF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3</Pages>
  <Words>585</Words>
  <Characters>3341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testa</cp:lastModifiedBy>
  <cp:revision>5</cp:revision>
  <cp:lastPrinted>2015-05-25T11:52:00Z</cp:lastPrinted>
  <dcterms:created xsi:type="dcterms:W3CDTF">2015-05-29T21:28:00Z</dcterms:created>
  <dcterms:modified xsi:type="dcterms:W3CDTF">2015-05-30T09:10:00Z</dcterms:modified>
</cp:coreProperties>
</file>